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7FE767" w14:textId="56DD3D19" w:rsidR="00333CEC" w:rsidRPr="00333CEC" w:rsidRDefault="00333CEC" w:rsidP="001A2817">
      <w:pPr>
        <w:pStyle w:val="Alcm-Nv"/>
        <w:spacing w:before="120"/>
        <w:rPr>
          <w:b/>
          <w:color w:val="1EAF8E"/>
          <w:sz w:val="24"/>
          <w:szCs w:val="24"/>
          <w:lang w:eastAsia="ja-JP"/>
        </w:rPr>
      </w:pPr>
      <w:r w:rsidRPr="00333CEC">
        <w:rPr>
          <w:noProof/>
          <w:sz w:val="24"/>
          <w:szCs w:val="24"/>
          <w:lang w:eastAsia="hu-HU"/>
        </w:rPr>
        <w:drawing>
          <wp:anchor distT="0" distB="0" distL="114300" distR="114300" simplePos="0" relativeHeight="251910655" behindDoc="0" locked="0" layoutInCell="1" allowOverlap="1" wp14:anchorId="7E79EE99" wp14:editId="4CD66C3A">
            <wp:simplePos x="0" y="0"/>
            <wp:positionH relativeFrom="column">
              <wp:posOffset>5473654</wp:posOffset>
            </wp:positionH>
            <wp:positionV relativeFrom="page">
              <wp:posOffset>461554</wp:posOffset>
            </wp:positionV>
            <wp:extent cx="1204595" cy="1204595"/>
            <wp:effectExtent l="25400" t="25400" r="14605" b="14605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 descr="A person looking at the camera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4595" cy="1204595"/>
                    </a:xfrm>
                    <a:prstGeom prst="rect">
                      <a:avLst/>
                    </a:prstGeom>
                    <a:ln w="25400" cap="flat" cmpd="sng" algn="ctr">
                      <a:solidFill>
                        <a:srgbClr val="22AF9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0893" w:rsidRPr="00333CEC">
        <w:rPr>
          <w:b/>
          <w:color w:val="1EAF8E"/>
          <w:sz w:val="24"/>
          <w:szCs w:val="24"/>
          <w:lang w:eastAsia="ja-JP"/>
        </w:rPr>
        <w:t xml:space="preserve">● </w:t>
      </w:r>
      <w:r w:rsidR="000F0893" w:rsidRPr="00215BC1">
        <w:rPr>
          <w:b/>
          <w:bCs/>
          <w:spacing w:val="20"/>
          <w:sz w:val="28"/>
          <w:szCs w:val="28"/>
        </w:rPr>
        <w:t>Asszisz</w:t>
      </w:r>
      <w:bookmarkStart w:id="0" w:name="_GoBack"/>
      <w:bookmarkEnd w:id="0"/>
      <w:r w:rsidR="000F0893" w:rsidRPr="00215BC1">
        <w:rPr>
          <w:b/>
          <w:bCs/>
          <w:spacing w:val="20"/>
          <w:sz w:val="28"/>
          <w:szCs w:val="28"/>
        </w:rPr>
        <w:t>tens, német és angol nyelvtudással</w:t>
      </w:r>
      <w:r w:rsidR="000F0893" w:rsidRPr="00333CEC">
        <w:rPr>
          <w:b/>
          <w:sz w:val="24"/>
          <w:szCs w:val="24"/>
        </w:rPr>
        <w:t xml:space="preserve"> </w:t>
      </w:r>
      <w:r w:rsidR="000F0893" w:rsidRPr="00333CEC">
        <w:rPr>
          <w:b/>
          <w:color w:val="1EAF8E"/>
          <w:sz w:val="24"/>
          <w:szCs w:val="24"/>
          <w:lang w:eastAsia="ja-JP"/>
        </w:rPr>
        <w:t>●</w:t>
      </w:r>
    </w:p>
    <w:p w14:paraId="007DCA64" w14:textId="74CA1DCA" w:rsidR="00333CEC" w:rsidRPr="005918D4" w:rsidRDefault="000F0893" w:rsidP="001A2817">
      <w:pPr>
        <w:pStyle w:val="Cm-Pozci"/>
        <w:spacing w:before="240"/>
        <w:jc w:val="left"/>
        <w:rPr>
          <w:b w:val="0"/>
          <w:bCs w:val="0"/>
          <w:spacing w:val="10"/>
          <w:sz w:val="28"/>
          <w:szCs w:val="28"/>
        </w:rPr>
      </w:pPr>
      <w:r w:rsidRPr="005918D4">
        <w:rPr>
          <w:b w:val="0"/>
          <w:bCs w:val="0"/>
          <w:spacing w:val="10"/>
          <w:sz w:val="28"/>
          <w:szCs w:val="28"/>
        </w:rPr>
        <w:t>Minta Dóra</w:t>
      </w:r>
    </w:p>
    <w:p w14:paraId="7A544076" w14:textId="6EEDEF3F" w:rsidR="003D591D" w:rsidRPr="005918D4" w:rsidRDefault="000F0893" w:rsidP="001A2817">
      <w:pPr>
        <w:tabs>
          <w:tab w:val="left" w:pos="567"/>
        </w:tabs>
        <w:spacing w:before="120" w:after="0" w:line="240" w:lineRule="auto"/>
        <w:rPr>
          <w:rFonts w:ascii="Arial" w:hAnsi="Arial" w:cs="Arial"/>
          <w:color w:val="515151"/>
        </w:rPr>
      </w:pPr>
      <w:r w:rsidRPr="005918D4">
        <w:rPr>
          <w:rFonts w:ascii="Arial" w:hAnsi="Arial" w:cs="Arial"/>
          <w:b/>
          <w:bCs/>
          <w:color w:val="515151"/>
        </w:rPr>
        <w:t>Telefon:</w:t>
      </w:r>
      <w:r w:rsidRPr="005918D4">
        <w:rPr>
          <w:rFonts w:ascii="Arial" w:hAnsi="Arial" w:cs="Arial"/>
          <w:color w:val="515151"/>
        </w:rPr>
        <w:t xml:space="preserve"> +36 20 200 2000</w:t>
      </w:r>
      <w:r w:rsidRPr="005918D4">
        <w:rPr>
          <w:rFonts w:ascii="Arial" w:hAnsi="Arial" w:cs="Arial"/>
          <w:color w:val="515151"/>
        </w:rPr>
        <w:tab/>
      </w:r>
      <w:r w:rsidRPr="005918D4">
        <w:rPr>
          <w:rFonts w:ascii="Arial" w:hAnsi="Arial" w:cs="Arial"/>
          <w:color w:val="515151"/>
        </w:rPr>
        <w:tab/>
      </w:r>
      <w:r w:rsidRPr="005918D4">
        <w:rPr>
          <w:rFonts w:ascii="Arial" w:hAnsi="Arial" w:cs="Arial"/>
          <w:b/>
          <w:bCs/>
          <w:color w:val="515151"/>
        </w:rPr>
        <w:t>Email:</w:t>
      </w:r>
      <w:r w:rsidRPr="005918D4">
        <w:rPr>
          <w:rFonts w:ascii="Arial" w:hAnsi="Arial" w:cs="Arial"/>
          <w:color w:val="515151"/>
        </w:rPr>
        <w:t xml:space="preserve"> minta.dora@gmail.com</w:t>
      </w:r>
    </w:p>
    <w:p w14:paraId="711C7EBB" w14:textId="63F86D7C" w:rsidR="000F0893" w:rsidRDefault="00D35006" w:rsidP="00CD67C0">
      <w:pPr>
        <w:tabs>
          <w:tab w:val="left" w:pos="4733"/>
        </w:tabs>
        <w:spacing w:after="240"/>
      </w:pPr>
      <w:r w:rsidRPr="005B6C32">
        <w:rPr>
          <w:noProof/>
          <w:color w:val="1EAF8E"/>
          <w:lang w:eastAsia="hu-HU"/>
        </w:rPr>
        <mc:AlternateContent>
          <mc:Choice Requires="wps">
            <w:drawing>
              <wp:anchor distT="0" distB="0" distL="114300" distR="114300" simplePos="0" relativeHeight="251845119" behindDoc="1" locked="0" layoutInCell="1" allowOverlap="1" wp14:anchorId="06C8F991" wp14:editId="5C3A6131">
                <wp:simplePos x="0" y="0"/>
                <wp:positionH relativeFrom="column">
                  <wp:posOffset>-474617</wp:posOffset>
                </wp:positionH>
                <wp:positionV relativeFrom="paragraph">
                  <wp:posOffset>154305</wp:posOffset>
                </wp:positionV>
                <wp:extent cx="411480" cy="443865"/>
                <wp:effectExtent l="0" t="0" r="0" b="0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" cy="443865"/>
                        </a:xfrm>
                        <a:prstGeom prst="rect">
                          <a:avLst/>
                        </a:prstGeom>
                        <a:solidFill>
                          <a:srgbClr val="1EAF8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w14:anchorId="354F5DC5" id="Rectangle 45" o:spid="_x0000_s1026" style="position:absolute;margin-left:-37.35pt;margin-top:12.15pt;width:32.4pt;height:34.95pt;z-index:-25147136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" fillcolor="#1eaf8e" stroked="f" strokeweight="1pt"/>
            </w:pict>
          </mc:Fallback>
        </mc:AlternateContent>
      </w:r>
    </w:p>
    <w:p w14:paraId="538A55A6" w14:textId="45E4DC1A" w:rsidR="000F0893" w:rsidRPr="005918D4" w:rsidRDefault="00D35006" w:rsidP="005918D4">
      <w:pPr>
        <w:pStyle w:val="H1"/>
      </w:pPr>
      <w:r w:rsidRPr="005918D4">
        <w:t>Célkitűzés</w:t>
      </w:r>
    </w:p>
    <w:p w14:paraId="0D397917" w14:textId="63DF77DC" w:rsidR="00E21B04" w:rsidRDefault="00856F05" w:rsidP="00F16702">
      <w:pPr>
        <w:pStyle w:val="Folyszveg"/>
        <w:ind w:left="142"/>
        <w:jc w:val="both"/>
        <w:rPr>
          <w:sz w:val="22"/>
          <w:szCs w:val="22"/>
        </w:rPr>
      </w:pPr>
      <w:r w:rsidRPr="00856F05">
        <w:rPr>
          <w:sz w:val="22"/>
          <w:szCs w:val="22"/>
        </w:rPr>
        <w:t xml:space="preserve">Sokéves és sokrétű </w:t>
      </w:r>
      <w:r w:rsidRPr="009742BC">
        <w:rPr>
          <w:b/>
          <w:sz w:val="22"/>
          <w:szCs w:val="22"/>
        </w:rPr>
        <w:t>irodavezetői szakmai tapasztalataimmal, felsőfokú német</w:t>
      </w:r>
      <w:r w:rsidRPr="00856F05">
        <w:rPr>
          <w:sz w:val="22"/>
          <w:szCs w:val="22"/>
        </w:rPr>
        <w:t xml:space="preserve"> és </w:t>
      </w:r>
      <w:r w:rsidRPr="009742BC">
        <w:rPr>
          <w:b/>
          <w:sz w:val="22"/>
          <w:szCs w:val="22"/>
        </w:rPr>
        <w:t>középhaladó szintű angol nyelvtudásommal</w:t>
      </w:r>
      <w:r w:rsidRPr="00856F05">
        <w:rPr>
          <w:sz w:val="22"/>
          <w:szCs w:val="22"/>
        </w:rPr>
        <w:t xml:space="preserve"> szeretnék cégük egyik stabil fogaskereke lenni céljaik megvalósításában.</w:t>
      </w:r>
    </w:p>
    <w:p w14:paraId="6FF3760D" w14:textId="56D0A511" w:rsidR="000921D4" w:rsidRDefault="000921D4" w:rsidP="00CD67C0">
      <w:pPr>
        <w:tabs>
          <w:tab w:val="left" w:pos="4733"/>
        </w:tabs>
        <w:spacing w:after="240"/>
      </w:pPr>
      <w:r w:rsidRPr="005B6C32">
        <w:rPr>
          <w:noProof/>
          <w:color w:val="1EAF8E"/>
          <w:lang w:eastAsia="hu-HU"/>
        </w:rPr>
        <mc:AlternateContent>
          <mc:Choice Requires="wps">
            <w:drawing>
              <wp:anchor distT="0" distB="0" distL="114300" distR="114300" simplePos="0" relativeHeight="251898367" behindDoc="1" locked="0" layoutInCell="1" allowOverlap="1" wp14:anchorId="53CA7D1F" wp14:editId="08495C2C">
                <wp:simplePos x="0" y="0"/>
                <wp:positionH relativeFrom="column">
                  <wp:posOffset>-474617</wp:posOffset>
                </wp:positionH>
                <wp:positionV relativeFrom="paragraph">
                  <wp:posOffset>154305</wp:posOffset>
                </wp:positionV>
                <wp:extent cx="411480" cy="443865"/>
                <wp:effectExtent l="0" t="0" r="0" b="0"/>
                <wp:wrapNone/>
                <wp:docPr id="8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" cy="443865"/>
                        </a:xfrm>
                        <a:prstGeom prst="rect">
                          <a:avLst/>
                        </a:prstGeom>
                        <a:solidFill>
                          <a:srgbClr val="1EAF8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E3AB40" id="Rectangle 45" o:spid="_x0000_s1026" style="position:absolute;margin-left:-37.35pt;margin-top:12.15pt;width:32.4pt;height:34.95pt;z-index:-25141811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" fillcolor="#1eaf8e" stroked="f" strokeweight="1pt"/>
            </w:pict>
          </mc:Fallback>
        </mc:AlternateContent>
      </w:r>
    </w:p>
    <w:p w14:paraId="4F83F67A" w14:textId="1A12D93D" w:rsidR="007E3F89" w:rsidRPr="005918D4" w:rsidRDefault="00074C62" w:rsidP="005918D4">
      <w:pPr>
        <w:pStyle w:val="H1"/>
        <w:rPr>
          <w:sz w:val="28"/>
          <w:szCs w:val="28"/>
        </w:rPr>
      </w:pPr>
      <w:r w:rsidRPr="004104F8">
        <w:t>Erőssége</w:t>
      </w:r>
      <w:r w:rsidR="005918D4">
        <w:t>k</w:t>
      </w:r>
    </w:p>
    <w:p w14:paraId="57235FD5" w14:textId="0BBA2CA1" w:rsidR="001D5FE6" w:rsidRPr="001D5FE6" w:rsidRDefault="001D5FE6" w:rsidP="005918D4">
      <w:pPr>
        <w:pStyle w:val="Felsorols1"/>
        <w:spacing w:after="100" w:line="240" w:lineRule="auto"/>
        <w:jc w:val="both"/>
        <w:rPr>
          <w:sz w:val="22"/>
          <w:szCs w:val="22"/>
        </w:rPr>
      </w:pPr>
      <w:r w:rsidRPr="001D5FE6">
        <w:rPr>
          <w:sz w:val="22"/>
          <w:szCs w:val="22"/>
        </w:rPr>
        <w:t xml:space="preserve">Több mint </w:t>
      </w:r>
      <w:r w:rsidRPr="00890AE5">
        <w:rPr>
          <w:b/>
          <w:sz w:val="22"/>
          <w:szCs w:val="22"/>
        </w:rPr>
        <w:t>10 éves irodavezetői tapasztalatom van</w:t>
      </w:r>
      <w:r w:rsidRPr="001D5FE6">
        <w:rPr>
          <w:sz w:val="22"/>
          <w:szCs w:val="22"/>
        </w:rPr>
        <w:t xml:space="preserve">, </w:t>
      </w:r>
      <w:proofErr w:type="spellStart"/>
      <w:r w:rsidRPr="001D5FE6">
        <w:rPr>
          <w:sz w:val="22"/>
          <w:szCs w:val="22"/>
        </w:rPr>
        <w:t>elláttam</w:t>
      </w:r>
      <w:proofErr w:type="spellEnd"/>
      <w:r w:rsidRPr="001D5FE6">
        <w:rPr>
          <w:sz w:val="22"/>
          <w:szCs w:val="22"/>
        </w:rPr>
        <w:t xml:space="preserve"> az ügyvezető személyi asszisztenciáját, összefogtam és nagyrészt magam intéztem az 40-70 fős vállalkozások adminisztratív feladatait, a német és magyar levelezéseket, a HR és pénzügyi feladatokat, együttműködtem a könyvelővel, utazásokat és rendezvényeket szerveztem.</w:t>
      </w:r>
    </w:p>
    <w:p w14:paraId="03204A3F" w14:textId="1ADFEE06" w:rsidR="001D5FE6" w:rsidRPr="00890AE5" w:rsidRDefault="001D5FE6" w:rsidP="005918D4">
      <w:pPr>
        <w:pStyle w:val="Felsorols1"/>
        <w:spacing w:after="100" w:line="240" w:lineRule="auto"/>
        <w:jc w:val="both"/>
        <w:rPr>
          <w:b/>
          <w:sz w:val="22"/>
          <w:szCs w:val="22"/>
        </w:rPr>
      </w:pPr>
      <w:r w:rsidRPr="00890AE5">
        <w:rPr>
          <w:b/>
          <w:sz w:val="22"/>
          <w:szCs w:val="22"/>
        </w:rPr>
        <w:t>Felsőfokú, aktív német nyelvtudással rendelkezem, néhány évig Németországban éltem, ahol irodai referensi végzettséget is szereztem. Munkahelyeimen tolmácsoltam és a németül is leveleztem. Angol nyelvtudásom középhaladó szintű.</w:t>
      </w:r>
    </w:p>
    <w:p w14:paraId="4F87FA9D" w14:textId="1673EDDF" w:rsidR="00B84A34" w:rsidRPr="00B84A34" w:rsidRDefault="001D5FE6" w:rsidP="005918D4">
      <w:pPr>
        <w:pStyle w:val="Felsorols1"/>
        <w:spacing w:after="100" w:line="240" w:lineRule="auto"/>
        <w:jc w:val="both"/>
        <w:rPr>
          <w:sz w:val="22"/>
          <w:szCs w:val="22"/>
        </w:rPr>
      </w:pPr>
      <w:r w:rsidRPr="00890AE5">
        <w:rPr>
          <w:b/>
          <w:sz w:val="22"/>
          <w:szCs w:val="22"/>
        </w:rPr>
        <w:t>Magabiztos felhasználói szintű számítástechnikai ismerettel rendelkezem</w:t>
      </w:r>
      <w:r w:rsidRPr="001D5FE6">
        <w:rPr>
          <w:sz w:val="22"/>
          <w:szCs w:val="22"/>
        </w:rPr>
        <w:t xml:space="preserve"> (Word, Excel, Outlook, különböző számlázó és vállalatirányítási szoftverek). Magyar és német szövegeket is gyorsan, 10 ujjal, vakon gépelek.</w:t>
      </w:r>
    </w:p>
    <w:p w14:paraId="24D31065" w14:textId="6F2D9A6A" w:rsidR="00B84A34" w:rsidRDefault="001D5FE6" w:rsidP="005918D4">
      <w:pPr>
        <w:pStyle w:val="Felsorols1"/>
        <w:spacing w:after="100" w:line="240" w:lineRule="auto"/>
        <w:jc w:val="both"/>
        <w:rPr>
          <w:sz w:val="22"/>
          <w:szCs w:val="22"/>
        </w:rPr>
      </w:pPr>
      <w:r w:rsidRPr="001D5FE6">
        <w:rPr>
          <w:sz w:val="22"/>
          <w:szCs w:val="22"/>
        </w:rPr>
        <w:t xml:space="preserve">Felettesemmel és kollégáimmal szeretek rendszeresen egyeztetni a hatékony és minőségi munka érdekében, mert </w:t>
      </w:r>
      <w:r w:rsidRPr="00890AE5">
        <w:rPr>
          <w:b/>
          <w:sz w:val="22"/>
          <w:szCs w:val="22"/>
        </w:rPr>
        <w:t>a jó emberi kapcsolatot a munkavégzés alapjának tartom</w:t>
      </w:r>
      <w:r w:rsidRPr="001D5FE6">
        <w:rPr>
          <w:sz w:val="22"/>
          <w:szCs w:val="22"/>
        </w:rPr>
        <w:t>, ezt korábbi kollégáim is rendszeresen visszajelezték.</w:t>
      </w:r>
    </w:p>
    <w:p w14:paraId="67392A6A" w14:textId="4389D948" w:rsidR="007A73C4" w:rsidRDefault="007A73C4" w:rsidP="00F16702">
      <w:pPr>
        <w:pStyle w:val="Felsorols1"/>
        <w:numPr>
          <w:ilvl w:val="0"/>
          <w:numId w:val="0"/>
        </w:numPr>
        <w:spacing w:after="100" w:line="240" w:lineRule="auto"/>
        <w:jc w:val="both"/>
        <w:rPr>
          <w:sz w:val="22"/>
          <w:szCs w:val="22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08607" behindDoc="1" locked="0" layoutInCell="1" allowOverlap="1" wp14:anchorId="6EF8FCAA" wp14:editId="42AD7E59">
                <wp:simplePos x="0" y="0"/>
                <wp:positionH relativeFrom="column">
                  <wp:posOffset>29210</wp:posOffset>
                </wp:positionH>
                <wp:positionV relativeFrom="paragraph">
                  <wp:posOffset>110490</wp:posOffset>
                </wp:positionV>
                <wp:extent cx="6727190" cy="760020"/>
                <wp:effectExtent l="0" t="0" r="16510" b="1524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27190" cy="760020"/>
                        </a:xfrm>
                        <a:prstGeom prst="rect">
                          <a:avLst/>
                        </a:prstGeom>
                        <a:solidFill>
                          <a:srgbClr val="EAF4EE"/>
                        </a:solidFill>
                        <a:ln>
                          <a:solidFill>
                            <a:srgbClr val="D2E9E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D31E44" w14:textId="5BA096EA" w:rsidR="005918D4" w:rsidRPr="005918D4" w:rsidRDefault="005918D4" w:rsidP="005918D4">
                            <w:pPr>
                              <w:pStyle w:val="Idzet1"/>
                              <w:spacing w:after="0"/>
                              <w:rPr>
                                <w:sz w:val="22"/>
                                <w:szCs w:val="22"/>
                              </w:rPr>
                            </w:pPr>
                            <w:proofErr w:type="gramStart"/>
                            <w:r>
                              <w:rPr>
                                <w:sz w:val="22"/>
                                <w:szCs w:val="22"/>
                              </w:rPr>
                              <w:t>”A</w:t>
                            </w:r>
                            <w:r w:rsidRPr="004F556A">
                              <w:rPr>
                                <w:sz w:val="22"/>
                                <w:szCs w:val="22"/>
                              </w:rPr>
                              <w:t>mikor</w:t>
                            </w:r>
                            <w:proofErr w:type="gramEnd"/>
                            <w:r w:rsidRPr="004F556A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Dórával</w:t>
                            </w:r>
                            <w:r w:rsidRPr="004F556A">
                              <w:rPr>
                                <w:sz w:val="22"/>
                                <w:szCs w:val="22"/>
                              </w:rPr>
                              <w:t xml:space="preserve"> dolgozni kezdtünk,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láttam, hogy megnyerő kommunikációs és irodavezetői képességeivel hamar kitűnt a többiek közül. Jó volt vele dolgozni, mert tudtam, </w:t>
                            </w:r>
                            <w:r w:rsidRPr="004F556A">
                              <w:rPr>
                                <w:sz w:val="22"/>
                                <w:szCs w:val="22"/>
                              </w:rPr>
                              <w:t xml:space="preserve">nyugodtan számíthatok rá,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valamint a német nyelvű partnerekkel is tökéletesen megértette magát, ami plusz jó pont volt a cég működéséhez is.”  ~ </w:t>
                            </w:r>
                            <w:r w:rsidRPr="005918D4">
                              <w:rPr>
                                <w:b/>
                                <w:bCs/>
                                <w:color w:val="1EAF8E"/>
                                <w:sz w:val="22"/>
                                <w:szCs w:val="22"/>
                              </w:rPr>
                              <w:t xml:space="preserve">Hideg József, KKK </w:t>
                            </w:r>
                            <w:proofErr w:type="spellStart"/>
                            <w:r w:rsidRPr="005918D4">
                              <w:rPr>
                                <w:b/>
                                <w:bCs/>
                                <w:color w:val="1EAF8E"/>
                                <w:sz w:val="22"/>
                                <w:szCs w:val="22"/>
                              </w:rPr>
                              <w:t>Zrt</w:t>
                            </w:r>
                            <w:proofErr w:type="spellEnd"/>
                            <w:r w:rsidRPr="005918D4">
                              <w:rPr>
                                <w:b/>
                                <w:bCs/>
                                <w:color w:val="1EAF8E"/>
                                <w:sz w:val="22"/>
                                <w:szCs w:val="22"/>
                              </w:rPr>
                              <w:t>. Vezérigazgató</w:t>
                            </w:r>
                          </w:p>
                          <w:p w14:paraId="4E49F1EE" w14:textId="77777777" w:rsidR="005918D4" w:rsidRPr="004F556A" w:rsidRDefault="005918D4" w:rsidP="005918D4">
                            <w:pPr>
                              <w:pStyle w:val="Idzet1"/>
                              <w:rPr>
                                <w:color w:val="1EAF8E"/>
                                <w:sz w:val="22"/>
                                <w:szCs w:val="22"/>
                              </w:rPr>
                            </w:pPr>
                          </w:p>
                          <w:p w14:paraId="1F479511" w14:textId="77777777" w:rsidR="005918D4" w:rsidRDefault="005918D4" w:rsidP="005918D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F8FCAA" id="Rectangle 16" o:spid="_x0000_s1026" style="position:absolute;left:0;text-align:left;margin-left:2.3pt;margin-top:8.7pt;width:529.7pt;height:59.85pt;z-index:-25140787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" fillcolor="#eaf4ee" strokecolor="#d2e9e1" strokeweight="1pt">
                <v:textbox>
                  <w:txbxContent>
                    <w:p w14:paraId="05D31E44" w14:textId="5BA096EA" w:rsidR="005918D4" w:rsidRPr="005918D4" w:rsidRDefault="005918D4" w:rsidP="005918D4">
                      <w:pPr>
                        <w:pStyle w:val="Idzet1"/>
                        <w:spacing w:after="0"/>
                        <w:rPr>
                          <w:sz w:val="22"/>
                          <w:szCs w:val="22"/>
                        </w:rPr>
                      </w:pPr>
                      <w:proofErr w:type="gramStart"/>
                      <w:r>
                        <w:rPr>
                          <w:sz w:val="22"/>
                          <w:szCs w:val="22"/>
                        </w:rPr>
                        <w:t>”A</w:t>
                      </w:r>
                      <w:r w:rsidRPr="004F556A">
                        <w:rPr>
                          <w:sz w:val="22"/>
                          <w:szCs w:val="22"/>
                        </w:rPr>
                        <w:t>mikor</w:t>
                      </w:r>
                      <w:proofErr w:type="gramEnd"/>
                      <w:r w:rsidRPr="004F556A">
                        <w:rPr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sz w:val="22"/>
                          <w:szCs w:val="22"/>
                        </w:rPr>
                        <w:t>Dórával</w:t>
                      </w:r>
                      <w:r w:rsidRPr="004F556A">
                        <w:rPr>
                          <w:sz w:val="22"/>
                          <w:szCs w:val="22"/>
                        </w:rPr>
                        <w:t xml:space="preserve"> dolgozni kezdtünk,</w:t>
                      </w:r>
                      <w:r>
                        <w:rPr>
                          <w:sz w:val="22"/>
                          <w:szCs w:val="22"/>
                        </w:rPr>
                        <w:t xml:space="preserve"> láttam, hogy megnyerő kommunikációs és irodavezetői képességeivel hamar kitűnt a többiek közül. Jó volt vele dolgozni, mert tudtam, </w:t>
                      </w:r>
                      <w:r w:rsidRPr="004F556A">
                        <w:rPr>
                          <w:sz w:val="22"/>
                          <w:szCs w:val="22"/>
                        </w:rPr>
                        <w:t xml:space="preserve">nyugodtan számíthatok rá, </w:t>
                      </w:r>
                      <w:r>
                        <w:rPr>
                          <w:sz w:val="22"/>
                          <w:szCs w:val="22"/>
                        </w:rPr>
                        <w:t>valamint a német nyelvű partnerekkel is tökéletesen megértette magát, ami plusz jó pont volt a cég működéséhez is.</w:t>
                      </w:r>
                      <w:r>
                        <w:rPr>
                          <w:sz w:val="22"/>
                          <w:szCs w:val="22"/>
                        </w:rPr>
                        <w:t xml:space="preserve">”  ~ </w:t>
                      </w:r>
                      <w:r w:rsidRPr="005918D4">
                        <w:rPr>
                          <w:b/>
                          <w:bCs/>
                          <w:color w:val="1EAF8E"/>
                          <w:sz w:val="22"/>
                          <w:szCs w:val="22"/>
                        </w:rPr>
                        <w:t xml:space="preserve">Hideg József, KKK </w:t>
                      </w:r>
                      <w:proofErr w:type="spellStart"/>
                      <w:r w:rsidRPr="005918D4">
                        <w:rPr>
                          <w:b/>
                          <w:bCs/>
                          <w:color w:val="1EAF8E"/>
                          <w:sz w:val="22"/>
                          <w:szCs w:val="22"/>
                        </w:rPr>
                        <w:t>Zrt</w:t>
                      </w:r>
                      <w:proofErr w:type="spellEnd"/>
                      <w:r w:rsidRPr="005918D4">
                        <w:rPr>
                          <w:b/>
                          <w:bCs/>
                          <w:color w:val="1EAF8E"/>
                          <w:sz w:val="22"/>
                          <w:szCs w:val="22"/>
                        </w:rPr>
                        <w:t>. Vezérigazgató</w:t>
                      </w:r>
                    </w:p>
                    <w:p w14:paraId="4E49F1EE" w14:textId="77777777" w:rsidR="005918D4" w:rsidRPr="004F556A" w:rsidRDefault="005918D4" w:rsidP="005918D4">
                      <w:pPr>
                        <w:pStyle w:val="Idzet1"/>
                        <w:rPr>
                          <w:color w:val="1EAF8E"/>
                          <w:sz w:val="22"/>
                          <w:szCs w:val="22"/>
                        </w:rPr>
                      </w:pPr>
                    </w:p>
                    <w:p w14:paraId="1F479511" w14:textId="77777777" w:rsidR="005918D4" w:rsidRDefault="005918D4" w:rsidP="005918D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62FF81FA" w14:textId="4BC8216F" w:rsidR="005918D4" w:rsidRDefault="005918D4" w:rsidP="005918D4">
      <w:pPr>
        <w:pStyle w:val="Felsorols1"/>
        <w:numPr>
          <w:ilvl w:val="0"/>
          <w:numId w:val="0"/>
        </w:numPr>
        <w:spacing w:after="100" w:line="240" w:lineRule="auto"/>
        <w:ind w:left="360" w:hanging="360"/>
        <w:jc w:val="both"/>
        <w:rPr>
          <w:sz w:val="22"/>
          <w:szCs w:val="22"/>
        </w:rPr>
      </w:pPr>
    </w:p>
    <w:p w14:paraId="4C336012" w14:textId="77777777" w:rsidR="005918D4" w:rsidRDefault="005918D4" w:rsidP="005918D4">
      <w:pPr>
        <w:pStyle w:val="Felsorols1"/>
        <w:numPr>
          <w:ilvl w:val="0"/>
          <w:numId w:val="0"/>
        </w:numPr>
        <w:spacing w:after="100" w:line="240" w:lineRule="auto"/>
        <w:ind w:left="360" w:hanging="360"/>
        <w:jc w:val="both"/>
        <w:rPr>
          <w:sz w:val="22"/>
          <w:szCs w:val="22"/>
        </w:rPr>
      </w:pPr>
    </w:p>
    <w:p w14:paraId="5D44C089" w14:textId="619B355B" w:rsidR="005918D4" w:rsidRDefault="005918D4" w:rsidP="005918D4">
      <w:pPr>
        <w:pStyle w:val="Felsorols1"/>
        <w:numPr>
          <w:ilvl w:val="0"/>
          <w:numId w:val="0"/>
        </w:numPr>
        <w:spacing w:after="100" w:line="240" w:lineRule="auto"/>
        <w:ind w:left="360" w:hanging="360"/>
        <w:jc w:val="both"/>
        <w:rPr>
          <w:sz w:val="22"/>
          <w:szCs w:val="22"/>
        </w:rPr>
      </w:pPr>
    </w:p>
    <w:p w14:paraId="2C65B70B" w14:textId="659F1905" w:rsidR="001C23E6" w:rsidRDefault="001C23E6" w:rsidP="005918D4">
      <w:pPr>
        <w:tabs>
          <w:tab w:val="left" w:pos="4733"/>
        </w:tabs>
        <w:spacing w:after="240" w:line="240" w:lineRule="auto"/>
      </w:pPr>
      <w:r w:rsidRPr="005B6C32">
        <w:rPr>
          <w:noProof/>
          <w:color w:val="1EAF8E"/>
          <w:lang w:eastAsia="hu-HU"/>
        </w:rPr>
        <mc:AlternateContent>
          <mc:Choice Requires="wps">
            <w:drawing>
              <wp:anchor distT="0" distB="0" distL="114300" distR="114300" simplePos="0" relativeHeight="251900415" behindDoc="1" locked="0" layoutInCell="1" allowOverlap="1" wp14:anchorId="13B5B03E" wp14:editId="3C59669B">
                <wp:simplePos x="0" y="0"/>
                <wp:positionH relativeFrom="column">
                  <wp:posOffset>-474617</wp:posOffset>
                </wp:positionH>
                <wp:positionV relativeFrom="paragraph">
                  <wp:posOffset>154305</wp:posOffset>
                </wp:positionV>
                <wp:extent cx="411480" cy="443865"/>
                <wp:effectExtent l="0" t="0" r="0" b="0"/>
                <wp:wrapNone/>
                <wp:docPr id="9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" cy="443865"/>
                        </a:xfrm>
                        <a:prstGeom prst="rect">
                          <a:avLst/>
                        </a:prstGeom>
                        <a:solidFill>
                          <a:srgbClr val="1EAF8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0806DD" id="Rectangle 45" o:spid="_x0000_s1026" style="position:absolute;margin-left:-37.35pt;margin-top:12.15pt;width:32.4pt;height:34.95pt;z-index:-2514160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" fillcolor="#1eaf8e" stroked="f" strokeweight="1pt"/>
            </w:pict>
          </mc:Fallback>
        </mc:AlternateContent>
      </w:r>
    </w:p>
    <w:p w14:paraId="0F1ED1DD" w14:textId="2B3CCBC5" w:rsidR="001C23E6" w:rsidRPr="004104F8" w:rsidRDefault="001C23E6" w:rsidP="005918D4">
      <w:pPr>
        <w:pStyle w:val="H1"/>
      </w:pPr>
      <w:r w:rsidRPr="004104F8">
        <w:t>Szakmai tapasztalat</w:t>
      </w:r>
    </w:p>
    <w:p w14:paraId="4CC2EE6C" w14:textId="5EE6976A" w:rsidR="00D2708E" w:rsidRPr="005918D4" w:rsidRDefault="00752759" w:rsidP="00F16702">
      <w:pPr>
        <w:pStyle w:val="H3"/>
        <w:tabs>
          <w:tab w:val="clear" w:pos="7088"/>
          <w:tab w:val="right" w:pos="10065"/>
        </w:tabs>
        <w:spacing w:before="240" w:after="0"/>
        <w:ind w:left="142"/>
        <w:rPr>
          <w:i w:val="0"/>
          <w:iCs w:val="0"/>
          <w:color w:val="404040" w:themeColor="text1" w:themeTint="BF"/>
          <w:sz w:val="26"/>
          <w:szCs w:val="26"/>
        </w:rPr>
      </w:pPr>
      <w:r w:rsidRPr="005918D4">
        <w:rPr>
          <w:i w:val="0"/>
          <w:iCs w:val="0"/>
          <w:color w:val="404040" w:themeColor="text1" w:themeTint="BF"/>
          <w:sz w:val="26"/>
          <w:szCs w:val="26"/>
        </w:rPr>
        <w:t>Irodavezető</w:t>
      </w:r>
      <w:r w:rsidR="005918D4" w:rsidRPr="005918D4">
        <w:rPr>
          <w:i w:val="0"/>
          <w:iCs w:val="0"/>
          <w:color w:val="404040" w:themeColor="text1" w:themeTint="BF"/>
          <w:sz w:val="26"/>
          <w:szCs w:val="26"/>
        </w:rPr>
        <w:t xml:space="preserve">, Magyar </w:t>
      </w:r>
      <w:proofErr w:type="spellStart"/>
      <w:r w:rsidR="005918D4" w:rsidRPr="005918D4">
        <w:rPr>
          <w:i w:val="0"/>
          <w:iCs w:val="0"/>
          <w:color w:val="404040" w:themeColor="text1" w:themeTint="BF"/>
          <w:sz w:val="26"/>
          <w:szCs w:val="26"/>
        </w:rPr>
        <w:t>Premium</w:t>
      </w:r>
      <w:proofErr w:type="spellEnd"/>
      <w:r w:rsidR="005918D4" w:rsidRPr="005918D4">
        <w:rPr>
          <w:i w:val="0"/>
          <w:iCs w:val="0"/>
          <w:color w:val="404040" w:themeColor="text1" w:themeTint="BF"/>
          <w:sz w:val="26"/>
          <w:szCs w:val="26"/>
        </w:rPr>
        <w:t xml:space="preserve"> Gold </w:t>
      </w:r>
      <w:proofErr w:type="spellStart"/>
      <w:r w:rsidR="005918D4" w:rsidRPr="005918D4">
        <w:rPr>
          <w:i w:val="0"/>
          <w:iCs w:val="0"/>
          <w:color w:val="404040" w:themeColor="text1" w:themeTint="BF"/>
          <w:sz w:val="26"/>
          <w:szCs w:val="26"/>
        </w:rPr>
        <w:t>Zrt</w:t>
      </w:r>
      <w:proofErr w:type="spellEnd"/>
      <w:r w:rsidR="005918D4" w:rsidRPr="005918D4">
        <w:rPr>
          <w:i w:val="0"/>
          <w:iCs w:val="0"/>
          <w:color w:val="404040" w:themeColor="text1" w:themeTint="BF"/>
          <w:sz w:val="26"/>
          <w:szCs w:val="26"/>
        </w:rPr>
        <w:t>.</w:t>
      </w:r>
      <w:r w:rsidR="00D2708E" w:rsidRPr="005918D4">
        <w:rPr>
          <w:i w:val="0"/>
          <w:iCs w:val="0"/>
          <w:color w:val="404040" w:themeColor="text1" w:themeTint="BF"/>
          <w:sz w:val="26"/>
          <w:szCs w:val="26"/>
        </w:rPr>
        <w:tab/>
        <w:t>201</w:t>
      </w:r>
      <w:r w:rsidRPr="005918D4">
        <w:rPr>
          <w:i w:val="0"/>
          <w:iCs w:val="0"/>
          <w:color w:val="404040" w:themeColor="text1" w:themeTint="BF"/>
          <w:sz w:val="26"/>
          <w:szCs w:val="26"/>
        </w:rPr>
        <w:t>6</w:t>
      </w:r>
      <w:r w:rsidR="007A73C4">
        <w:rPr>
          <w:i w:val="0"/>
          <w:iCs w:val="0"/>
          <w:color w:val="404040" w:themeColor="text1" w:themeTint="BF"/>
          <w:sz w:val="26"/>
          <w:szCs w:val="26"/>
        </w:rPr>
        <w:t>–</w:t>
      </w:r>
      <w:r w:rsidR="00D2708E" w:rsidRPr="005918D4">
        <w:rPr>
          <w:i w:val="0"/>
          <w:iCs w:val="0"/>
          <w:color w:val="404040" w:themeColor="text1" w:themeTint="BF"/>
          <w:sz w:val="26"/>
          <w:szCs w:val="26"/>
        </w:rPr>
        <w:t>201</w:t>
      </w:r>
      <w:r w:rsidRPr="005918D4">
        <w:rPr>
          <w:i w:val="0"/>
          <w:iCs w:val="0"/>
          <w:color w:val="404040" w:themeColor="text1" w:themeTint="BF"/>
          <w:sz w:val="26"/>
          <w:szCs w:val="26"/>
        </w:rPr>
        <w:t>8</w:t>
      </w:r>
    </w:p>
    <w:p w14:paraId="1101FD4E" w14:textId="2BDA3BB1" w:rsidR="00F83B6A" w:rsidRPr="005918D4" w:rsidRDefault="00F83B6A" w:rsidP="00F16702">
      <w:pPr>
        <w:pStyle w:val="Folyszveg"/>
        <w:spacing w:before="40" w:after="0" w:line="240" w:lineRule="auto"/>
        <w:ind w:left="142"/>
        <w:jc w:val="both"/>
        <w:rPr>
          <w:i/>
          <w:iCs/>
          <w:sz w:val="22"/>
          <w:szCs w:val="22"/>
        </w:rPr>
      </w:pPr>
      <w:r w:rsidRPr="005918D4">
        <w:rPr>
          <w:i/>
          <w:iCs/>
          <w:sz w:val="22"/>
          <w:szCs w:val="22"/>
        </w:rPr>
        <w:t xml:space="preserve">A németországi PIM Gold und </w:t>
      </w:r>
      <w:proofErr w:type="spellStart"/>
      <w:r w:rsidRPr="005918D4">
        <w:rPr>
          <w:i/>
          <w:iCs/>
          <w:sz w:val="22"/>
          <w:szCs w:val="22"/>
        </w:rPr>
        <w:t>Scheideanstalt</w:t>
      </w:r>
      <w:proofErr w:type="spellEnd"/>
      <w:r w:rsidRPr="005918D4">
        <w:rPr>
          <w:i/>
          <w:iCs/>
          <w:sz w:val="22"/>
          <w:szCs w:val="22"/>
        </w:rPr>
        <w:t xml:space="preserve"> GmbH leányvállalata</w:t>
      </w:r>
      <w:r w:rsidR="005918D4" w:rsidRPr="005918D4">
        <w:rPr>
          <w:i/>
          <w:iCs/>
          <w:sz w:val="22"/>
          <w:szCs w:val="22"/>
        </w:rPr>
        <w:t>. F</w:t>
      </w:r>
      <w:r w:rsidRPr="005918D4">
        <w:rPr>
          <w:i/>
          <w:iCs/>
          <w:sz w:val="22"/>
          <w:szCs w:val="22"/>
        </w:rPr>
        <w:t>ő tevékenysé</w:t>
      </w:r>
      <w:r w:rsidR="005918D4" w:rsidRPr="005918D4">
        <w:rPr>
          <w:i/>
          <w:iCs/>
          <w:sz w:val="22"/>
          <w:szCs w:val="22"/>
        </w:rPr>
        <w:t>ge</w:t>
      </w:r>
      <w:r w:rsidRPr="005918D4">
        <w:rPr>
          <w:i/>
          <w:iCs/>
          <w:sz w:val="22"/>
          <w:szCs w:val="22"/>
        </w:rPr>
        <w:t xml:space="preserve"> </w:t>
      </w:r>
      <w:r w:rsidR="005918D4" w:rsidRPr="005918D4">
        <w:rPr>
          <w:i/>
          <w:iCs/>
          <w:sz w:val="22"/>
          <w:szCs w:val="22"/>
        </w:rPr>
        <w:t>b</w:t>
      </w:r>
      <w:r w:rsidRPr="005918D4">
        <w:rPr>
          <w:i/>
          <w:iCs/>
          <w:sz w:val="22"/>
          <w:szCs w:val="22"/>
        </w:rPr>
        <w:t>efektetési arany értékesítése szerződéses formákban</w:t>
      </w:r>
    </w:p>
    <w:p w14:paraId="52C2CF8E" w14:textId="04115A1C" w:rsidR="006D1485" w:rsidRDefault="00F83B6A" w:rsidP="00F16702">
      <w:pPr>
        <w:pStyle w:val="Folyszveg"/>
        <w:spacing w:before="120" w:after="0" w:line="240" w:lineRule="auto"/>
        <w:ind w:left="142"/>
        <w:jc w:val="both"/>
        <w:rPr>
          <w:sz w:val="28"/>
          <w:szCs w:val="28"/>
        </w:rPr>
      </w:pPr>
      <w:r w:rsidRPr="007A73C4">
        <w:rPr>
          <w:bCs/>
          <w:sz w:val="22"/>
          <w:szCs w:val="22"/>
          <w:u w:val="single"/>
        </w:rPr>
        <w:t>Főbb feladatok</w:t>
      </w:r>
      <w:r w:rsidRPr="007A73C4">
        <w:rPr>
          <w:bCs/>
          <w:sz w:val="22"/>
          <w:szCs w:val="22"/>
        </w:rPr>
        <w:t>:</w:t>
      </w:r>
      <w:r w:rsidRPr="00F83B6A">
        <w:rPr>
          <w:sz w:val="22"/>
          <w:szCs w:val="22"/>
        </w:rPr>
        <w:t xml:space="preserve"> Fordítás, tolmácsolás, rendezvényszervezés magyar és külföldi ügyfelek közötti koordináció. Számlázás, jóváírások készítése, könyvelési anyagok feldolgozása, pénzügyi feladatok ellátása</w:t>
      </w:r>
      <w:r w:rsidR="001B7F65">
        <w:rPr>
          <w:sz w:val="28"/>
          <w:szCs w:val="28"/>
        </w:rPr>
        <w:tab/>
      </w:r>
      <w:r w:rsidR="001B7F65">
        <w:rPr>
          <w:sz w:val="28"/>
          <w:szCs w:val="28"/>
        </w:rPr>
        <w:tab/>
      </w:r>
    </w:p>
    <w:p w14:paraId="28BA8764" w14:textId="77777777" w:rsidR="007A73C4" w:rsidRPr="005918D4" w:rsidRDefault="007A73C4" w:rsidP="00F16702">
      <w:pPr>
        <w:pStyle w:val="Folyszveg"/>
        <w:spacing w:before="120" w:after="0" w:line="240" w:lineRule="auto"/>
        <w:ind w:left="142"/>
        <w:jc w:val="both"/>
        <w:rPr>
          <w:sz w:val="22"/>
          <w:szCs w:val="22"/>
        </w:rPr>
      </w:pPr>
    </w:p>
    <w:p w14:paraId="16A15BD9" w14:textId="27FBD52D" w:rsidR="006D1485" w:rsidRPr="007A73C4" w:rsidRDefault="00EB11A8" w:rsidP="00F16702">
      <w:pPr>
        <w:pStyle w:val="H3"/>
        <w:tabs>
          <w:tab w:val="clear" w:pos="7088"/>
          <w:tab w:val="right" w:pos="10065"/>
        </w:tabs>
        <w:spacing w:after="0"/>
        <w:ind w:left="142"/>
        <w:rPr>
          <w:i w:val="0"/>
          <w:iCs w:val="0"/>
          <w:color w:val="404040" w:themeColor="text1" w:themeTint="BF"/>
          <w:sz w:val="26"/>
          <w:szCs w:val="26"/>
        </w:rPr>
      </w:pPr>
      <w:r w:rsidRPr="007A73C4">
        <w:rPr>
          <w:i w:val="0"/>
          <w:iCs w:val="0"/>
          <w:color w:val="404040" w:themeColor="text1" w:themeTint="BF"/>
          <w:sz w:val="26"/>
          <w:szCs w:val="26"/>
        </w:rPr>
        <w:t>Irodavezető</w:t>
      </w:r>
      <w:r w:rsidR="005918D4" w:rsidRPr="007A73C4">
        <w:rPr>
          <w:i w:val="0"/>
          <w:iCs w:val="0"/>
          <w:color w:val="404040" w:themeColor="text1" w:themeTint="BF"/>
          <w:sz w:val="26"/>
          <w:szCs w:val="26"/>
        </w:rPr>
        <w:t>, Castor Hungary Kft.</w:t>
      </w:r>
      <w:r w:rsidR="006D1485" w:rsidRPr="007A73C4">
        <w:rPr>
          <w:i w:val="0"/>
          <w:iCs w:val="0"/>
          <w:color w:val="404040" w:themeColor="text1" w:themeTint="BF"/>
          <w:sz w:val="26"/>
          <w:szCs w:val="26"/>
        </w:rPr>
        <w:tab/>
        <w:t>201</w:t>
      </w:r>
      <w:r w:rsidRPr="007A73C4">
        <w:rPr>
          <w:i w:val="0"/>
          <w:iCs w:val="0"/>
          <w:color w:val="404040" w:themeColor="text1" w:themeTint="BF"/>
          <w:sz w:val="26"/>
          <w:szCs w:val="26"/>
        </w:rPr>
        <w:t>3</w:t>
      </w:r>
      <w:r w:rsidR="007A73C4">
        <w:rPr>
          <w:i w:val="0"/>
          <w:iCs w:val="0"/>
          <w:color w:val="404040" w:themeColor="text1" w:themeTint="BF"/>
          <w:sz w:val="26"/>
          <w:szCs w:val="26"/>
        </w:rPr>
        <w:t>–</w:t>
      </w:r>
      <w:r w:rsidR="006D1485" w:rsidRPr="007A73C4">
        <w:rPr>
          <w:i w:val="0"/>
          <w:iCs w:val="0"/>
          <w:color w:val="404040" w:themeColor="text1" w:themeTint="BF"/>
          <w:sz w:val="26"/>
          <w:szCs w:val="26"/>
        </w:rPr>
        <w:t>201</w:t>
      </w:r>
      <w:r w:rsidRPr="007A73C4">
        <w:rPr>
          <w:i w:val="0"/>
          <w:iCs w:val="0"/>
          <w:color w:val="404040" w:themeColor="text1" w:themeTint="BF"/>
          <w:sz w:val="26"/>
          <w:szCs w:val="26"/>
        </w:rPr>
        <w:t>6</w:t>
      </w:r>
      <w:r w:rsidR="00B84A34" w:rsidRPr="007A73C4">
        <w:rPr>
          <w:i w:val="0"/>
          <w:iCs w:val="0"/>
          <w:color w:val="404040" w:themeColor="text1" w:themeTint="BF"/>
          <w:sz w:val="26"/>
          <w:szCs w:val="26"/>
        </w:rPr>
        <w:tab/>
      </w:r>
    </w:p>
    <w:p w14:paraId="74710AC6" w14:textId="2FB744B1" w:rsidR="00B84A34" w:rsidRPr="007A73C4" w:rsidRDefault="00EB11A8" w:rsidP="00F16702">
      <w:pPr>
        <w:pStyle w:val="Folyszveg"/>
        <w:spacing w:before="40" w:after="0" w:line="240" w:lineRule="auto"/>
        <w:ind w:left="142"/>
        <w:jc w:val="both"/>
        <w:rPr>
          <w:i/>
          <w:iCs/>
          <w:sz w:val="22"/>
          <w:szCs w:val="22"/>
        </w:rPr>
      </w:pPr>
      <w:r w:rsidRPr="007A73C4">
        <w:rPr>
          <w:i/>
          <w:iCs/>
          <w:sz w:val="22"/>
          <w:szCs w:val="22"/>
        </w:rPr>
        <w:t>Fő tevékenység: Építőipari kivitelezés</w:t>
      </w:r>
    </w:p>
    <w:p w14:paraId="255AAD79" w14:textId="1C65A386" w:rsidR="00B84A34" w:rsidRDefault="00EB11A8" w:rsidP="00F16702">
      <w:pPr>
        <w:pStyle w:val="Folyszveg"/>
        <w:spacing w:before="120" w:after="0" w:line="240" w:lineRule="auto"/>
        <w:ind w:left="142"/>
        <w:jc w:val="both"/>
        <w:rPr>
          <w:b/>
          <w:sz w:val="22"/>
          <w:szCs w:val="22"/>
        </w:rPr>
      </w:pPr>
      <w:r w:rsidRPr="007A73C4">
        <w:rPr>
          <w:bCs/>
          <w:sz w:val="22"/>
          <w:szCs w:val="22"/>
          <w:u w:val="single"/>
        </w:rPr>
        <w:t>Főbb feladatok</w:t>
      </w:r>
      <w:r w:rsidRPr="007A73C4">
        <w:rPr>
          <w:bCs/>
          <w:sz w:val="22"/>
          <w:szCs w:val="22"/>
        </w:rPr>
        <w:t>:</w:t>
      </w:r>
      <w:r w:rsidRPr="007A73C4">
        <w:rPr>
          <w:b/>
          <w:sz w:val="22"/>
          <w:szCs w:val="22"/>
        </w:rPr>
        <w:t xml:space="preserve"> </w:t>
      </w:r>
      <w:r w:rsidRPr="007A73C4">
        <w:rPr>
          <w:bCs/>
          <w:sz w:val="22"/>
          <w:szCs w:val="22"/>
        </w:rPr>
        <w:t>Belföldi osztrák megbízók és kollégák közötti koordináció: ügyvezetői döntések előkészítése. Szerződések, árajánlatok, teljesítési igazolások, projektdokumentációk összeállítása. Kapcsolattartás az osztrák megbízókkal és hatóságokkal. Pénzügyi- és HR feladatok elvégzése, központi e-mail rendszer koordinálása.</w:t>
      </w:r>
    </w:p>
    <w:p w14:paraId="4E693818" w14:textId="77777777" w:rsidR="007A73C4" w:rsidRPr="007A73C4" w:rsidRDefault="007A73C4" w:rsidP="007A73C4">
      <w:pPr>
        <w:pStyle w:val="Folyszveg"/>
        <w:spacing w:before="120" w:after="0" w:line="240" w:lineRule="auto"/>
        <w:jc w:val="both"/>
        <w:rPr>
          <w:b/>
          <w:sz w:val="22"/>
          <w:szCs w:val="22"/>
        </w:rPr>
      </w:pPr>
    </w:p>
    <w:p w14:paraId="7F18046F" w14:textId="22756958" w:rsidR="0088342C" w:rsidRPr="00D2708E" w:rsidRDefault="0088342C" w:rsidP="005918D4">
      <w:pPr>
        <w:pStyle w:val="H2"/>
        <w:tabs>
          <w:tab w:val="clear" w:pos="7088"/>
          <w:tab w:val="center" w:pos="5230"/>
          <w:tab w:val="left" w:pos="9216"/>
          <w:tab w:val="right" w:pos="10460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576F1002" w14:textId="02E0DC78" w:rsidR="0088342C" w:rsidRPr="007A73C4" w:rsidRDefault="000760E2" w:rsidP="00F16702">
      <w:pPr>
        <w:pStyle w:val="H3"/>
        <w:tabs>
          <w:tab w:val="clear" w:pos="7088"/>
          <w:tab w:val="right" w:pos="10065"/>
        </w:tabs>
        <w:spacing w:after="0"/>
        <w:ind w:left="142"/>
        <w:rPr>
          <w:i w:val="0"/>
          <w:iCs w:val="0"/>
          <w:color w:val="404040" w:themeColor="text1" w:themeTint="BF"/>
          <w:sz w:val="26"/>
          <w:szCs w:val="26"/>
        </w:rPr>
      </w:pPr>
      <w:r w:rsidRPr="007A73C4">
        <w:rPr>
          <w:i w:val="0"/>
          <w:iCs w:val="0"/>
          <w:color w:val="404040" w:themeColor="text1" w:themeTint="BF"/>
          <w:sz w:val="26"/>
          <w:szCs w:val="26"/>
        </w:rPr>
        <w:t>Irodai adminisztrátor</w:t>
      </w:r>
      <w:r w:rsidR="007A73C4">
        <w:rPr>
          <w:i w:val="0"/>
          <w:iCs w:val="0"/>
          <w:color w:val="404040" w:themeColor="text1" w:themeTint="BF"/>
          <w:sz w:val="26"/>
          <w:szCs w:val="26"/>
        </w:rPr>
        <w:t xml:space="preserve">, </w:t>
      </w:r>
      <w:r w:rsidR="007A73C4" w:rsidRPr="007A73C4">
        <w:rPr>
          <w:i w:val="0"/>
          <w:iCs w:val="0"/>
          <w:color w:val="404040" w:themeColor="text1" w:themeTint="BF"/>
          <w:sz w:val="26"/>
          <w:szCs w:val="26"/>
        </w:rPr>
        <w:t xml:space="preserve">TGA </w:t>
      </w:r>
      <w:proofErr w:type="spellStart"/>
      <w:r w:rsidR="007A73C4" w:rsidRPr="007A73C4">
        <w:rPr>
          <w:i w:val="0"/>
          <w:iCs w:val="0"/>
          <w:color w:val="404040" w:themeColor="text1" w:themeTint="BF"/>
          <w:sz w:val="26"/>
          <w:szCs w:val="26"/>
        </w:rPr>
        <w:t>Consult</w:t>
      </w:r>
      <w:proofErr w:type="spellEnd"/>
      <w:r w:rsidR="007A73C4" w:rsidRPr="007A73C4">
        <w:rPr>
          <w:i w:val="0"/>
          <w:iCs w:val="0"/>
          <w:color w:val="404040" w:themeColor="text1" w:themeTint="BF"/>
          <w:sz w:val="26"/>
          <w:szCs w:val="26"/>
        </w:rPr>
        <w:t xml:space="preserve"> Kft.</w:t>
      </w:r>
      <w:r w:rsidR="0088342C" w:rsidRPr="007A73C4">
        <w:rPr>
          <w:i w:val="0"/>
          <w:iCs w:val="0"/>
          <w:color w:val="404040" w:themeColor="text1" w:themeTint="BF"/>
          <w:sz w:val="26"/>
          <w:szCs w:val="26"/>
        </w:rPr>
        <w:tab/>
        <w:t>201</w:t>
      </w:r>
      <w:r w:rsidRPr="007A73C4">
        <w:rPr>
          <w:i w:val="0"/>
          <w:iCs w:val="0"/>
          <w:color w:val="404040" w:themeColor="text1" w:themeTint="BF"/>
          <w:sz w:val="26"/>
          <w:szCs w:val="26"/>
        </w:rPr>
        <w:t>1</w:t>
      </w:r>
      <w:r w:rsidR="007A73C4">
        <w:rPr>
          <w:i w:val="0"/>
          <w:iCs w:val="0"/>
          <w:color w:val="404040" w:themeColor="text1" w:themeTint="BF"/>
          <w:sz w:val="26"/>
          <w:szCs w:val="26"/>
        </w:rPr>
        <w:t>–</w:t>
      </w:r>
      <w:r w:rsidR="0088342C" w:rsidRPr="007A73C4">
        <w:rPr>
          <w:i w:val="0"/>
          <w:iCs w:val="0"/>
          <w:color w:val="404040" w:themeColor="text1" w:themeTint="BF"/>
          <w:sz w:val="26"/>
          <w:szCs w:val="26"/>
        </w:rPr>
        <w:t>201</w:t>
      </w:r>
      <w:r w:rsidRPr="007A73C4">
        <w:rPr>
          <w:i w:val="0"/>
          <w:iCs w:val="0"/>
          <w:color w:val="404040" w:themeColor="text1" w:themeTint="BF"/>
          <w:sz w:val="26"/>
          <w:szCs w:val="26"/>
        </w:rPr>
        <w:t>3</w:t>
      </w:r>
      <w:r w:rsidR="0088342C" w:rsidRPr="007A73C4">
        <w:rPr>
          <w:i w:val="0"/>
          <w:iCs w:val="0"/>
          <w:color w:val="404040" w:themeColor="text1" w:themeTint="BF"/>
          <w:sz w:val="26"/>
          <w:szCs w:val="26"/>
        </w:rPr>
        <w:tab/>
      </w:r>
    </w:p>
    <w:p w14:paraId="52EEF5EE" w14:textId="56BDE6A0" w:rsidR="000760E2" w:rsidRPr="007A73C4" w:rsidRDefault="000760E2" w:rsidP="00F16702">
      <w:pPr>
        <w:pStyle w:val="Folyszveg"/>
        <w:spacing w:before="40" w:after="0" w:line="240" w:lineRule="auto"/>
        <w:ind w:left="142"/>
        <w:jc w:val="both"/>
        <w:rPr>
          <w:i/>
          <w:iCs/>
          <w:sz w:val="22"/>
          <w:szCs w:val="22"/>
        </w:rPr>
      </w:pPr>
      <w:r w:rsidRPr="007A73C4">
        <w:rPr>
          <w:i/>
          <w:iCs/>
          <w:sz w:val="22"/>
          <w:szCs w:val="22"/>
        </w:rPr>
        <w:t>Fő tevékenység: Épületgépészeti tervezőiroda Budapest-Frankfurt (D)</w:t>
      </w:r>
    </w:p>
    <w:p w14:paraId="34D12240" w14:textId="77777777" w:rsidR="007A73C4" w:rsidRDefault="000760E2" w:rsidP="00F16702">
      <w:pPr>
        <w:pStyle w:val="Folyszveg"/>
        <w:spacing w:before="120" w:after="0" w:line="240" w:lineRule="auto"/>
        <w:ind w:left="142"/>
        <w:jc w:val="both"/>
        <w:rPr>
          <w:bCs/>
          <w:sz w:val="22"/>
          <w:szCs w:val="22"/>
        </w:rPr>
      </w:pPr>
      <w:r w:rsidRPr="007A73C4">
        <w:rPr>
          <w:bCs/>
          <w:sz w:val="22"/>
          <w:szCs w:val="22"/>
          <w:u w:val="single"/>
        </w:rPr>
        <w:t>Főbb feladatok</w:t>
      </w:r>
      <w:r w:rsidRPr="007A73C4">
        <w:rPr>
          <w:bCs/>
          <w:sz w:val="22"/>
          <w:szCs w:val="22"/>
        </w:rPr>
        <w:t>: 40 fős mérnökcsapat munkájához kapcsolódó adminisztratív feladatok ellátása, Németországba és Svájcba kiküldött mérnökök utazásával és tartózkodásával kapcsolatos feladatokban segítségnyújtás. Németországi és svájci könyvelőkkel és hatóságokkal való ügyintézés telefonon és e-mailben.</w:t>
      </w:r>
    </w:p>
    <w:p w14:paraId="1B47E299" w14:textId="3DCE77A7" w:rsidR="0088342C" w:rsidRPr="007A73C4" w:rsidRDefault="0088342C" w:rsidP="00F16702">
      <w:pPr>
        <w:pStyle w:val="Folyszveg"/>
        <w:spacing w:before="120" w:after="0" w:line="240" w:lineRule="auto"/>
        <w:ind w:left="142"/>
        <w:jc w:val="both"/>
        <w:rPr>
          <w:bCs/>
          <w:sz w:val="22"/>
          <w:szCs w:val="22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2FCCD2E3" w14:textId="5C523F8D" w:rsidR="0088342C" w:rsidRPr="007A73C4" w:rsidRDefault="0088342C" w:rsidP="00F16702">
      <w:pPr>
        <w:pStyle w:val="H3"/>
        <w:tabs>
          <w:tab w:val="clear" w:pos="7088"/>
          <w:tab w:val="right" w:pos="10065"/>
        </w:tabs>
        <w:spacing w:after="0"/>
        <w:ind w:left="142"/>
        <w:rPr>
          <w:i w:val="0"/>
          <w:iCs w:val="0"/>
          <w:color w:val="404040" w:themeColor="text1" w:themeTint="BF"/>
          <w:sz w:val="26"/>
          <w:szCs w:val="26"/>
        </w:rPr>
      </w:pPr>
      <w:r w:rsidRPr="007A73C4">
        <w:rPr>
          <w:i w:val="0"/>
          <w:iCs w:val="0"/>
          <w:color w:val="404040" w:themeColor="text1" w:themeTint="BF"/>
          <w:sz w:val="26"/>
          <w:szCs w:val="26"/>
        </w:rPr>
        <w:t>Irodavezető</w:t>
      </w:r>
      <w:r w:rsidR="007A73C4">
        <w:rPr>
          <w:i w:val="0"/>
          <w:iCs w:val="0"/>
          <w:color w:val="404040" w:themeColor="text1" w:themeTint="BF"/>
          <w:sz w:val="26"/>
          <w:szCs w:val="26"/>
        </w:rPr>
        <w:t xml:space="preserve">, </w:t>
      </w:r>
      <w:proofErr w:type="spellStart"/>
      <w:r w:rsidR="007A73C4" w:rsidRPr="007A73C4">
        <w:rPr>
          <w:i w:val="0"/>
          <w:iCs w:val="0"/>
          <w:color w:val="404040" w:themeColor="text1" w:themeTint="BF"/>
          <w:sz w:val="26"/>
          <w:szCs w:val="26"/>
        </w:rPr>
        <w:t>Herbst-Bau</w:t>
      </w:r>
      <w:proofErr w:type="spellEnd"/>
      <w:r w:rsidR="007A73C4" w:rsidRPr="007A73C4">
        <w:rPr>
          <w:i w:val="0"/>
          <w:iCs w:val="0"/>
          <w:color w:val="404040" w:themeColor="text1" w:themeTint="BF"/>
          <w:sz w:val="26"/>
          <w:szCs w:val="26"/>
        </w:rPr>
        <w:t xml:space="preserve"> Kft. – KBE Hungária Cégcsoport</w:t>
      </w:r>
      <w:r w:rsidRPr="007A73C4">
        <w:rPr>
          <w:i w:val="0"/>
          <w:iCs w:val="0"/>
          <w:color w:val="404040" w:themeColor="text1" w:themeTint="BF"/>
          <w:sz w:val="26"/>
          <w:szCs w:val="26"/>
        </w:rPr>
        <w:tab/>
      </w:r>
      <w:r w:rsidR="000760E2" w:rsidRPr="007A73C4">
        <w:rPr>
          <w:i w:val="0"/>
          <w:iCs w:val="0"/>
          <w:color w:val="404040" w:themeColor="text1" w:themeTint="BF"/>
          <w:sz w:val="26"/>
          <w:szCs w:val="26"/>
        </w:rPr>
        <w:t>1998</w:t>
      </w:r>
      <w:r w:rsidR="007A73C4">
        <w:rPr>
          <w:i w:val="0"/>
          <w:iCs w:val="0"/>
          <w:color w:val="404040" w:themeColor="text1" w:themeTint="BF"/>
          <w:sz w:val="26"/>
          <w:szCs w:val="26"/>
        </w:rPr>
        <w:t>–</w:t>
      </w:r>
      <w:r w:rsidRPr="007A73C4">
        <w:rPr>
          <w:i w:val="0"/>
          <w:iCs w:val="0"/>
          <w:color w:val="404040" w:themeColor="text1" w:themeTint="BF"/>
          <w:sz w:val="26"/>
          <w:szCs w:val="26"/>
        </w:rPr>
        <w:t>20</w:t>
      </w:r>
      <w:r w:rsidR="000760E2" w:rsidRPr="007A73C4">
        <w:rPr>
          <w:i w:val="0"/>
          <w:iCs w:val="0"/>
          <w:color w:val="404040" w:themeColor="text1" w:themeTint="BF"/>
          <w:sz w:val="26"/>
          <w:szCs w:val="26"/>
        </w:rPr>
        <w:t>10</w:t>
      </w:r>
      <w:r w:rsidRPr="007A73C4">
        <w:rPr>
          <w:i w:val="0"/>
          <w:iCs w:val="0"/>
          <w:color w:val="404040" w:themeColor="text1" w:themeTint="BF"/>
          <w:sz w:val="26"/>
          <w:szCs w:val="26"/>
        </w:rPr>
        <w:tab/>
      </w:r>
    </w:p>
    <w:p w14:paraId="47EA4537" w14:textId="0D6F8332" w:rsidR="00B379D5" w:rsidRPr="007A73C4" w:rsidRDefault="00B379D5" w:rsidP="00F16702">
      <w:pPr>
        <w:pStyle w:val="Folyszveg"/>
        <w:spacing w:before="40" w:after="0" w:line="240" w:lineRule="auto"/>
        <w:ind w:left="142"/>
        <w:jc w:val="both"/>
        <w:rPr>
          <w:i/>
          <w:iCs/>
          <w:sz w:val="22"/>
          <w:szCs w:val="22"/>
        </w:rPr>
      </w:pPr>
      <w:r w:rsidRPr="007A73C4">
        <w:rPr>
          <w:i/>
          <w:iCs/>
          <w:sz w:val="22"/>
          <w:szCs w:val="22"/>
        </w:rPr>
        <w:t>Fő tevékenység: Építőipari kivitelezés, télikert- és nyílászáró gyártás</w:t>
      </w:r>
    </w:p>
    <w:p w14:paraId="54A6FD92" w14:textId="05223378" w:rsidR="00B84A34" w:rsidRPr="007A73C4" w:rsidRDefault="00B379D5" w:rsidP="00F16702">
      <w:pPr>
        <w:pStyle w:val="Folyszveg"/>
        <w:spacing w:before="120" w:after="0" w:line="240" w:lineRule="auto"/>
        <w:ind w:left="142"/>
        <w:jc w:val="both"/>
        <w:rPr>
          <w:bCs/>
          <w:sz w:val="22"/>
          <w:szCs w:val="22"/>
        </w:rPr>
      </w:pPr>
      <w:r w:rsidRPr="007A73C4">
        <w:rPr>
          <w:bCs/>
          <w:sz w:val="22"/>
          <w:szCs w:val="22"/>
          <w:u w:val="single"/>
        </w:rPr>
        <w:t>Főbb feladatok</w:t>
      </w:r>
      <w:r w:rsidRPr="007A73C4">
        <w:rPr>
          <w:bCs/>
          <w:sz w:val="22"/>
          <w:szCs w:val="22"/>
        </w:rPr>
        <w:t>: Irodavezetés, osztrák ügyvezető személyi asszisztenciája, tolmácsolás, osztrák üzleti partnerekkel történő levelezés, pénzügyi feladatok és elnyert EU pályázat riportjainak elkészítése.</w:t>
      </w:r>
    </w:p>
    <w:p w14:paraId="26D3DD3B" w14:textId="77777777" w:rsidR="004535AF" w:rsidRDefault="004535AF" w:rsidP="004535AF">
      <w:pPr>
        <w:tabs>
          <w:tab w:val="left" w:pos="4733"/>
        </w:tabs>
        <w:spacing w:after="240"/>
      </w:pPr>
      <w:r w:rsidRPr="005B6C32">
        <w:rPr>
          <w:noProof/>
          <w:color w:val="1EAF8E"/>
          <w:lang w:eastAsia="hu-HU"/>
        </w:rPr>
        <mc:AlternateContent>
          <mc:Choice Requires="wps">
            <w:drawing>
              <wp:anchor distT="0" distB="0" distL="114300" distR="114300" simplePos="0" relativeHeight="251904511" behindDoc="1" locked="0" layoutInCell="1" allowOverlap="1" wp14:anchorId="723932B0" wp14:editId="175A7AB5">
                <wp:simplePos x="0" y="0"/>
                <wp:positionH relativeFrom="column">
                  <wp:posOffset>-474617</wp:posOffset>
                </wp:positionH>
                <wp:positionV relativeFrom="paragraph">
                  <wp:posOffset>154305</wp:posOffset>
                </wp:positionV>
                <wp:extent cx="411480" cy="443865"/>
                <wp:effectExtent l="0" t="0" r="0" b="0"/>
                <wp:wrapNone/>
                <wp:docPr id="12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" cy="443865"/>
                        </a:xfrm>
                        <a:prstGeom prst="rect">
                          <a:avLst/>
                        </a:prstGeom>
                        <a:solidFill>
                          <a:srgbClr val="1EAF8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w14:anchorId="25531384" id="Rectangle 45" o:spid="_x0000_s1026" style="position:absolute;margin-left:-37.35pt;margin-top:12.15pt;width:32.4pt;height:34.95pt;z-index:-2514119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" fillcolor="#1eaf8e" stroked="f" strokeweight="1pt"/>
            </w:pict>
          </mc:Fallback>
        </mc:AlternateContent>
      </w:r>
    </w:p>
    <w:p w14:paraId="1150C487" w14:textId="52DD5942" w:rsidR="00D2708E" w:rsidRPr="0097520B" w:rsidRDefault="004535AF" w:rsidP="005918D4">
      <w:pPr>
        <w:pStyle w:val="H1"/>
      </w:pPr>
      <w:r>
        <w:t>Tanulmányok</w:t>
      </w:r>
    </w:p>
    <w:p w14:paraId="679DBF8C" w14:textId="2FC8DF9C" w:rsidR="00BC3F79" w:rsidRPr="00BC3F79" w:rsidRDefault="00C30C95" w:rsidP="00F16702">
      <w:pPr>
        <w:pStyle w:val="H2"/>
        <w:ind w:left="142"/>
        <w:rPr>
          <w:sz w:val="28"/>
          <w:szCs w:val="28"/>
        </w:rPr>
      </w:pPr>
      <w:r w:rsidRPr="00C30C95">
        <w:rPr>
          <w:sz w:val="28"/>
          <w:szCs w:val="28"/>
        </w:rPr>
        <w:t>HR gazdálkodó és fejlesztő</w:t>
      </w:r>
    </w:p>
    <w:p w14:paraId="29CA4D21" w14:textId="78679569" w:rsidR="00BC3F79" w:rsidRPr="00BC3F79" w:rsidRDefault="0097520B" w:rsidP="00F16702">
      <w:pPr>
        <w:pStyle w:val="H3"/>
        <w:spacing w:after="240"/>
        <w:ind w:left="142"/>
        <w:rPr>
          <w:sz w:val="22"/>
          <w:szCs w:val="22"/>
        </w:rPr>
      </w:pPr>
      <w:r>
        <w:rPr>
          <w:sz w:val="22"/>
          <w:szCs w:val="22"/>
        </w:rPr>
        <w:t>F</w:t>
      </w:r>
      <w:r w:rsidR="00C30C95" w:rsidRPr="00C30C95">
        <w:rPr>
          <w:sz w:val="22"/>
          <w:szCs w:val="22"/>
        </w:rPr>
        <w:t>elsőfokú OKJ</w:t>
      </w:r>
    </w:p>
    <w:p w14:paraId="4DC8ADD7" w14:textId="22066B90" w:rsidR="0097520B" w:rsidRPr="00BC3F79" w:rsidRDefault="0097520B" w:rsidP="00F16702">
      <w:pPr>
        <w:pStyle w:val="H2"/>
        <w:ind w:left="142"/>
        <w:rPr>
          <w:sz w:val="28"/>
          <w:szCs w:val="28"/>
        </w:rPr>
      </w:pPr>
      <w:r>
        <w:rPr>
          <w:sz w:val="28"/>
          <w:szCs w:val="28"/>
        </w:rPr>
        <w:t>Irodavezető</w:t>
      </w:r>
    </w:p>
    <w:p w14:paraId="26C1F403" w14:textId="77777777" w:rsidR="0097520B" w:rsidRDefault="0097520B" w:rsidP="00F16702">
      <w:pPr>
        <w:pStyle w:val="H3"/>
        <w:spacing w:after="240"/>
        <w:ind w:left="142"/>
        <w:rPr>
          <w:sz w:val="22"/>
          <w:szCs w:val="22"/>
        </w:rPr>
      </w:pPr>
      <w:r>
        <w:rPr>
          <w:sz w:val="22"/>
          <w:szCs w:val="22"/>
        </w:rPr>
        <w:t>F</w:t>
      </w:r>
      <w:r w:rsidRPr="00C30C95">
        <w:rPr>
          <w:sz w:val="22"/>
          <w:szCs w:val="22"/>
        </w:rPr>
        <w:t>elsőfokú OKJ</w:t>
      </w:r>
    </w:p>
    <w:p w14:paraId="737807A8" w14:textId="56AF271A" w:rsidR="0097520B" w:rsidRPr="00BC3F79" w:rsidRDefault="003C068A" w:rsidP="00F16702">
      <w:pPr>
        <w:pStyle w:val="H2"/>
        <w:ind w:left="142"/>
        <w:rPr>
          <w:sz w:val="28"/>
          <w:szCs w:val="28"/>
        </w:rPr>
      </w:pPr>
      <w:r w:rsidRPr="003C068A">
        <w:rPr>
          <w:sz w:val="28"/>
          <w:szCs w:val="28"/>
        </w:rPr>
        <w:t>Németországi tanulmányok</w:t>
      </w:r>
      <w:r>
        <w:rPr>
          <w:sz w:val="28"/>
          <w:szCs w:val="28"/>
        </w:rPr>
        <w:t>:</w:t>
      </w:r>
      <w:r w:rsidRPr="003C068A">
        <w:rPr>
          <w:sz w:val="28"/>
          <w:szCs w:val="28"/>
        </w:rPr>
        <w:t xml:space="preserve"> </w:t>
      </w:r>
      <w:proofErr w:type="spellStart"/>
      <w:r w:rsidR="0097520B" w:rsidRPr="0097520B">
        <w:rPr>
          <w:sz w:val="28"/>
          <w:szCs w:val="28"/>
        </w:rPr>
        <w:t>Bürokauffrau</w:t>
      </w:r>
      <w:proofErr w:type="spellEnd"/>
    </w:p>
    <w:p w14:paraId="240BCB03" w14:textId="29529BAA" w:rsidR="0097520B" w:rsidRPr="00BC3F79" w:rsidRDefault="0097520B" w:rsidP="00F16702">
      <w:pPr>
        <w:pStyle w:val="H3"/>
        <w:spacing w:after="240"/>
        <w:ind w:left="142"/>
        <w:rPr>
          <w:sz w:val="22"/>
          <w:szCs w:val="22"/>
        </w:rPr>
      </w:pPr>
      <w:r w:rsidRPr="0097520B">
        <w:rPr>
          <w:sz w:val="22"/>
          <w:szCs w:val="22"/>
        </w:rPr>
        <w:t>Irodai referens -Regensburg</w:t>
      </w:r>
    </w:p>
    <w:p w14:paraId="6928A94E" w14:textId="77777777" w:rsidR="0097520B" w:rsidRDefault="0097520B" w:rsidP="0097520B">
      <w:pPr>
        <w:tabs>
          <w:tab w:val="left" w:pos="4733"/>
        </w:tabs>
        <w:spacing w:after="240"/>
      </w:pPr>
      <w:r w:rsidRPr="005B6C32">
        <w:rPr>
          <w:noProof/>
          <w:color w:val="1EAF8E"/>
          <w:lang w:eastAsia="hu-HU"/>
        </w:rPr>
        <mc:AlternateContent>
          <mc:Choice Requires="wps">
            <w:drawing>
              <wp:anchor distT="0" distB="0" distL="114300" distR="114300" simplePos="0" relativeHeight="251906559" behindDoc="1" locked="0" layoutInCell="1" allowOverlap="1" wp14:anchorId="45BAF10B" wp14:editId="2FBE0F02">
                <wp:simplePos x="0" y="0"/>
                <wp:positionH relativeFrom="column">
                  <wp:posOffset>-474617</wp:posOffset>
                </wp:positionH>
                <wp:positionV relativeFrom="paragraph">
                  <wp:posOffset>154305</wp:posOffset>
                </wp:positionV>
                <wp:extent cx="411480" cy="443865"/>
                <wp:effectExtent l="0" t="0" r="0" b="0"/>
                <wp:wrapNone/>
                <wp:docPr id="13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" cy="443865"/>
                        </a:xfrm>
                        <a:prstGeom prst="rect">
                          <a:avLst/>
                        </a:prstGeom>
                        <a:solidFill>
                          <a:srgbClr val="1EAF8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w14:anchorId="596731E9" id="Rectangle 45" o:spid="_x0000_s1026" style="position:absolute;margin-left:-37.35pt;margin-top:12.15pt;width:32.4pt;height:34.95pt;z-index:-25140992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" fillcolor="#1eaf8e" stroked="f" strokeweight="1pt"/>
            </w:pict>
          </mc:Fallback>
        </mc:AlternateContent>
      </w:r>
    </w:p>
    <w:p w14:paraId="3644295C" w14:textId="3482013F" w:rsidR="000921D4" w:rsidRPr="0097520B" w:rsidRDefault="0097520B" w:rsidP="005918D4">
      <w:pPr>
        <w:pStyle w:val="H1"/>
      </w:pPr>
      <w:r>
        <w:t>Egyéb</w:t>
      </w:r>
    </w:p>
    <w:p w14:paraId="5601865A" w14:textId="25022016" w:rsidR="0097520B" w:rsidRPr="001D5FE6" w:rsidRDefault="007A73C4" w:rsidP="00F16702">
      <w:pPr>
        <w:pStyle w:val="Felsorols1"/>
        <w:spacing w:before="80" w:line="240" w:lineRule="auto"/>
        <w:ind w:left="425" w:hanging="357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="0097520B" w:rsidRPr="0097520B">
        <w:rPr>
          <w:sz w:val="22"/>
          <w:szCs w:val="22"/>
        </w:rPr>
        <w:t>émet felsőfokú nyelvvizsga - aktív nyelvtudás szóban és írásban</w:t>
      </w:r>
    </w:p>
    <w:p w14:paraId="138C0716" w14:textId="55BC4F16" w:rsidR="0097520B" w:rsidRPr="0097520B" w:rsidRDefault="007A73C4" w:rsidP="00F16702">
      <w:pPr>
        <w:pStyle w:val="Felsorols1"/>
        <w:spacing w:before="80" w:line="240" w:lineRule="auto"/>
        <w:ind w:left="425" w:hanging="357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="0097520B" w:rsidRPr="0097520B">
        <w:rPr>
          <w:sz w:val="22"/>
          <w:szCs w:val="22"/>
        </w:rPr>
        <w:t>ngol középhaladó szintű nyelvtudás (folyamatban lévő tanulmányok)</w:t>
      </w:r>
    </w:p>
    <w:p w14:paraId="552750C9" w14:textId="77777777" w:rsidR="0097520B" w:rsidRPr="0097520B" w:rsidRDefault="0097520B" w:rsidP="00F16702">
      <w:pPr>
        <w:pStyle w:val="Felsorols1"/>
        <w:spacing w:before="80" w:line="240" w:lineRule="auto"/>
        <w:ind w:left="425" w:hanging="357"/>
        <w:jc w:val="both"/>
        <w:rPr>
          <w:sz w:val="22"/>
          <w:szCs w:val="22"/>
        </w:rPr>
      </w:pPr>
      <w:r w:rsidRPr="0097520B">
        <w:rPr>
          <w:sz w:val="22"/>
          <w:szCs w:val="22"/>
        </w:rPr>
        <w:t>B kategóriás jogosítvány</w:t>
      </w:r>
    </w:p>
    <w:p w14:paraId="42AE51B9" w14:textId="6AF493F0" w:rsidR="0097520B" w:rsidRPr="00B84A34" w:rsidRDefault="007A73C4" w:rsidP="00F16702">
      <w:pPr>
        <w:pStyle w:val="Felsorols1"/>
        <w:spacing w:before="80" w:line="240" w:lineRule="auto"/>
        <w:ind w:left="425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Magabiztos, aktív </w:t>
      </w:r>
      <w:r w:rsidR="0097520B" w:rsidRPr="0097520B">
        <w:rPr>
          <w:sz w:val="22"/>
          <w:szCs w:val="22"/>
        </w:rPr>
        <w:t xml:space="preserve">MS Office felhasználói ismeretek (Word, </w:t>
      </w:r>
      <w:proofErr w:type="spellStart"/>
      <w:r w:rsidR="0097520B" w:rsidRPr="0097520B">
        <w:rPr>
          <w:sz w:val="22"/>
          <w:szCs w:val="22"/>
        </w:rPr>
        <w:t>Exel</w:t>
      </w:r>
      <w:proofErr w:type="spellEnd"/>
      <w:r w:rsidR="0097520B" w:rsidRPr="0097520B">
        <w:rPr>
          <w:sz w:val="22"/>
          <w:szCs w:val="22"/>
        </w:rPr>
        <w:t>, PowerPoint, Outlook, Internet stb.)</w:t>
      </w:r>
    </w:p>
    <w:p w14:paraId="76FFA394" w14:textId="50FDBAB6" w:rsidR="0000091D" w:rsidRPr="006F7AC3" w:rsidRDefault="001C23E6" w:rsidP="00642DC8">
      <w:pPr>
        <w:tabs>
          <w:tab w:val="left" w:pos="4733"/>
        </w:tabs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30431" behindDoc="0" locked="0" layoutInCell="1" allowOverlap="1" wp14:anchorId="544DFE83" wp14:editId="30F0BC26">
                <wp:simplePos x="0" y="0"/>
                <wp:positionH relativeFrom="column">
                  <wp:posOffset>5168265</wp:posOffset>
                </wp:positionH>
                <wp:positionV relativeFrom="page">
                  <wp:posOffset>23043152</wp:posOffset>
                </wp:positionV>
                <wp:extent cx="4586605" cy="45275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6605" cy="452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818533" w14:textId="77777777" w:rsidR="00973EC2" w:rsidRPr="00FC0316" w:rsidRDefault="00973EC2" w:rsidP="00642DC8">
                            <w:pPr>
                              <w:pStyle w:val="H2"/>
                            </w:pPr>
                            <w:r w:rsidRPr="00FC0316">
                              <w:t>Gyöngyösi főiskola Gazdasági és társadalomtudományi kar</w:t>
                            </w:r>
                          </w:p>
                          <w:p w14:paraId="2087E1CE" w14:textId="203E8761" w:rsidR="00973EC2" w:rsidRPr="00FC0316" w:rsidRDefault="00973EC2" w:rsidP="00642DC8">
                            <w:pPr>
                              <w:pStyle w:val="H3"/>
                            </w:pPr>
                            <w:r w:rsidRPr="00FC0316">
                              <w:t>Nemzetközi Kapcsolatok Szak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4DFE83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margin-left:406.95pt;margin-top:1814.4pt;width:361.15pt;height:35.65pt;z-index:2517304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" filled="f" stroked="f" strokeweight=".5pt">
                <v:textbox inset="0">
                  <w:txbxContent>
                    <w:p w14:paraId="3D818533" w14:textId="77777777" w:rsidR="00973EC2" w:rsidRPr="00FC0316" w:rsidRDefault="00973EC2" w:rsidP="00642DC8">
                      <w:pPr>
                        <w:pStyle w:val="H2"/>
                      </w:pPr>
                      <w:r w:rsidRPr="00FC0316">
                        <w:t>Gyöngyösi főiskola Gazdasági és társadalomtudományi kar</w:t>
                      </w:r>
                    </w:p>
                    <w:p w14:paraId="2087E1CE" w14:textId="203E8761" w:rsidR="00973EC2" w:rsidRPr="00FC0316" w:rsidRDefault="00973EC2" w:rsidP="00642DC8">
                      <w:pPr>
                        <w:pStyle w:val="H3"/>
                      </w:pPr>
                      <w:r w:rsidRPr="00FC0316">
                        <w:t>Nemzetközi Kapcsolatok Szak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00091D" w:rsidRPr="006F7AC3" w:rsidSect="00046071">
      <w:headerReference w:type="default" r:id="rId9"/>
      <w:footerReference w:type="default" r:id="rId10"/>
      <w:type w:val="continuous"/>
      <w:pgSz w:w="11900" w:h="16840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FB07E6" w14:textId="77777777" w:rsidR="00131908" w:rsidRDefault="00131908" w:rsidP="00840169">
      <w:pPr>
        <w:spacing w:after="0" w:line="240" w:lineRule="auto"/>
      </w:pPr>
      <w:r>
        <w:separator/>
      </w:r>
    </w:p>
  </w:endnote>
  <w:endnote w:type="continuationSeparator" w:id="0">
    <w:p w14:paraId="6EC797B6" w14:textId="77777777" w:rsidR="00131908" w:rsidRDefault="00131908" w:rsidP="00840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Iconic Strok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">
    <w:altName w:val="Arial"/>
    <w:panose1 w:val="020B0604020202020204"/>
    <w:charset w:val="00"/>
    <w:family w:val="auto"/>
    <w:pitch w:val="variable"/>
    <w:sig w:usb0="E00002E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F4F961" w14:textId="527A5D51" w:rsidR="003124C1" w:rsidRDefault="00F33207">
    <w:pPr>
      <w:pStyle w:val="Footer"/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5AC78A" wp14:editId="2F380593">
              <wp:simplePos x="0" y="0"/>
              <wp:positionH relativeFrom="column">
                <wp:posOffset>-473710</wp:posOffset>
              </wp:positionH>
              <wp:positionV relativeFrom="paragraph">
                <wp:posOffset>457835</wp:posOffset>
              </wp:positionV>
              <wp:extent cx="7588469" cy="158092"/>
              <wp:effectExtent l="0" t="0" r="6350" b="0"/>
              <wp:wrapNone/>
              <wp:docPr id="66" name="Rectangle 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88469" cy="158092"/>
                      </a:xfrm>
                      <a:prstGeom prst="rect">
                        <a:avLst/>
                      </a:prstGeom>
                      <a:solidFill>
                        <a:srgbClr val="1EAF8E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rect w14:anchorId="6F829D33" id="Rectangle 66" o:spid="_x0000_s1026" style="position:absolute;margin-left:-37.3pt;margin-top:36.05pt;width:597.5pt;height:12.4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" fillcolor="#1eaf8e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BDDDF1" w14:textId="77777777" w:rsidR="00131908" w:rsidRDefault="00131908" w:rsidP="00840169">
      <w:pPr>
        <w:spacing w:after="0" w:line="240" w:lineRule="auto"/>
      </w:pPr>
      <w:r>
        <w:separator/>
      </w:r>
    </w:p>
  </w:footnote>
  <w:footnote w:type="continuationSeparator" w:id="0">
    <w:p w14:paraId="250BD2C0" w14:textId="77777777" w:rsidR="00131908" w:rsidRDefault="00131908" w:rsidP="00840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625784" w14:textId="1807E6AE" w:rsidR="00C54E28" w:rsidRDefault="006F4A7D">
    <w:pPr>
      <w:pStyle w:val="Header"/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229633A" wp14:editId="78A983E1">
              <wp:simplePos x="0" y="0"/>
              <wp:positionH relativeFrom="column">
                <wp:posOffset>-471805</wp:posOffset>
              </wp:positionH>
              <wp:positionV relativeFrom="paragraph">
                <wp:posOffset>-172854</wp:posOffset>
              </wp:positionV>
              <wp:extent cx="7588250" cy="302342"/>
              <wp:effectExtent l="0" t="0" r="6350" b="254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88250" cy="302342"/>
                      </a:xfrm>
                      <a:prstGeom prst="rect">
                        <a:avLst/>
                      </a:prstGeom>
                      <a:solidFill>
                        <a:srgbClr val="1EAF8E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673E192" w14:textId="5C50E34A" w:rsidR="006F4A7D" w:rsidRPr="005B6C32" w:rsidRDefault="006F4A7D" w:rsidP="006F4A7D">
                          <w:pPr>
                            <w:jc w:val="center"/>
                            <w:rPr>
                              <w:rFonts w:ascii="Roboto" w:hAnsi="Roboto"/>
                              <w:spacing w:val="20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229633A" id="Rectangle 2" o:spid="_x0000_s1028" style="position:absolute;margin-left:-37.15pt;margin-top:-13.6pt;width:597.5pt;height:2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" fillcolor="#1eaf8e" stroked="f" strokeweight="1pt">
              <v:textbox>
                <w:txbxContent>
                  <w:p w14:paraId="7673E192" w14:textId="5C50E34A" w:rsidR="006F4A7D" w:rsidRPr="005B6C32" w:rsidRDefault="006F4A7D" w:rsidP="006F4A7D">
                    <w:pPr>
                      <w:jc w:val="center"/>
                      <w:rPr>
                        <w:rFonts w:ascii="Roboto" w:hAnsi="Roboto"/>
                        <w:spacing w:val="20"/>
                        <w:sz w:val="18"/>
                        <w:szCs w:val="18"/>
                      </w:rPr>
                    </w:pPr>
                  </w:p>
                </w:txbxContent>
              </v:textbox>
            </v:rect>
          </w:pict>
        </mc:Fallback>
      </mc:AlternateContent>
    </w:r>
  </w:p>
  <w:p w14:paraId="4AC420B2" w14:textId="77777777" w:rsidR="00C54E28" w:rsidRDefault="00C54E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12" type="#_x0000_t75" style="width:12.35pt;height:12.35pt" o:bullet="t">
        <v:imagedata r:id="rId1" o:title="arrow-for-list"/>
      </v:shape>
    </w:pict>
  </w:numPicBullet>
  <w:numPicBullet w:numPicBulletId="1">
    <w:pict>
      <v:shape id="_x0000_i1313" type="#_x0000_t75" style="width:9.15pt;height:9.15pt" o:bullet="t">
        <v:imagedata r:id="rId2" o:title="arrow-for-list"/>
      </v:shape>
    </w:pict>
  </w:numPicBullet>
  <w:numPicBullet w:numPicBulletId="2">
    <w:pict>
      <v:shape id="_x0000_i1314" type="#_x0000_t75" style="width:4.3pt;height:4.3pt" o:bullet="t">
        <v:imagedata r:id="rId3" o:title="checkmark-bullet"/>
      </v:shape>
    </w:pict>
  </w:numPicBullet>
  <w:abstractNum w:abstractNumId="0" w15:restartNumberingAfterBreak="0">
    <w:nsid w:val="025E761F"/>
    <w:multiLevelType w:val="hybridMultilevel"/>
    <w:tmpl w:val="93C207E4"/>
    <w:lvl w:ilvl="0" w:tplc="2608493C">
      <w:start w:val="1"/>
      <w:numFmt w:val="bullet"/>
      <w:lvlText w:val="4"/>
      <w:lvlJc w:val="left"/>
      <w:pPr>
        <w:ind w:left="360" w:hanging="360"/>
      </w:pPr>
      <w:rPr>
        <w:rFonts w:ascii="Iconic Stroke" w:hAnsi="Iconic Stroke" w:hint="default"/>
        <w:color w:val="00ACEF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A1ABA"/>
    <w:multiLevelType w:val="hybridMultilevel"/>
    <w:tmpl w:val="5B568384"/>
    <w:lvl w:ilvl="0" w:tplc="48E01EF4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C577F"/>
    <w:multiLevelType w:val="hybridMultilevel"/>
    <w:tmpl w:val="94AAE006"/>
    <w:lvl w:ilvl="0" w:tplc="D2E0836A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21127"/>
    <w:multiLevelType w:val="hybridMultilevel"/>
    <w:tmpl w:val="5DF4C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F7BBA"/>
    <w:multiLevelType w:val="hybridMultilevel"/>
    <w:tmpl w:val="C53E8958"/>
    <w:lvl w:ilvl="0" w:tplc="9E6ABC36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  <w:color w:val="FFC9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5" w15:restartNumberingAfterBreak="0">
    <w:nsid w:val="17E27750"/>
    <w:multiLevelType w:val="hybridMultilevel"/>
    <w:tmpl w:val="00645EB8"/>
    <w:lvl w:ilvl="0" w:tplc="9E883EA8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  <w:color w:val="FFC9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0B014C"/>
    <w:multiLevelType w:val="hybridMultilevel"/>
    <w:tmpl w:val="2DA470CC"/>
    <w:lvl w:ilvl="0" w:tplc="D36A440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C9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862B4"/>
    <w:multiLevelType w:val="hybridMultilevel"/>
    <w:tmpl w:val="DF067D50"/>
    <w:lvl w:ilvl="0" w:tplc="F348C998">
      <w:start w:val="1"/>
      <w:numFmt w:val="bullet"/>
      <w:lvlText w:val=""/>
      <w:lvlJc w:val="left"/>
      <w:pPr>
        <w:ind w:left="454" w:hanging="341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FC0D5E"/>
    <w:multiLevelType w:val="hybridMultilevel"/>
    <w:tmpl w:val="21E23870"/>
    <w:lvl w:ilvl="0" w:tplc="D2E0836A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9" w15:restartNumberingAfterBreak="0">
    <w:nsid w:val="406B0015"/>
    <w:multiLevelType w:val="hybridMultilevel"/>
    <w:tmpl w:val="70E21776"/>
    <w:lvl w:ilvl="0" w:tplc="6994EAF0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605A64"/>
    <w:multiLevelType w:val="hybridMultilevel"/>
    <w:tmpl w:val="278C9868"/>
    <w:lvl w:ilvl="0" w:tplc="6F940FB2">
      <w:start w:val="1"/>
      <w:numFmt w:val="bullet"/>
      <w:lvlText w:val=""/>
      <w:lvlPicBulletId w:val="1"/>
      <w:lvlJc w:val="left"/>
      <w:pPr>
        <w:ind w:left="340" w:hanging="283"/>
      </w:pPr>
      <w:rPr>
        <w:rFonts w:ascii="Symbol" w:hAnsi="Symbol" w:hint="default"/>
        <w:color w:val="auto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47E78"/>
    <w:multiLevelType w:val="hybridMultilevel"/>
    <w:tmpl w:val="2482FD66"/>
    <w:lvl w:ilvl="0" w:tplc="F1B8CF0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C06792"/>
    <w:multiLevelType w:val="hybridMultilevel"/>
    <w:tmpl w:val="D5FEEF76"/>
    <w:lvl w:ilvl="0" w:tplc="76900D0A">
      <w:start w:val="1"/>
      <w:numFmt w:val="bullet"/>
      <w:lvlText w:val="Y"/>
      <w:lvlJc w:val="left"/>
      <w:pPr>
        <w:ind w:left="360" w:hanging="360"/>
      </w:pPr>
      <w:rPr>
        <w:rFonts w:ascii="Iconic Stroke" w:hAnsi="Iconic Stroke" w:hint="default"/>
        <w:color w:val="FFCA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A21E65"/>
    <w:multiLevelType w:val="hybridMultilevel"/>
    <w:tmpl w:val="8668D180"/>
    <w:lvl w:ilvl="0" w:tplc="6BA4FABC">
      <w:start w:val="1"/>
      <w:numFmt w:val="bullet"/>
      <w:lvlText w:val="Y"/>
      <w:lvlJc w:val="left"/>
      <w:pPr>
        <w:ind w:left="360" w:hanging="360"/>
      </w:pPr>
      <w:rPr>
        <w:rFonts w:ascii="Iconic Stroke" w:hAnsi="Iconic Stroke" w:hint="default"/>
        <w:color w:val="283F57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E94B75"/>
    <w:multiLevelType w:val="hybridMultilevel"/>
    <w:tmpl w:val="3A427EF2"/>
    <w:lvl w:ilvl="0" w:tplc="1AD490C0">
      <w:start w:val="1"/>
      <w:numFmt w:val="bullet"/>
      <w:lvlText w:val="y"/>
      <w:lvlJc w:val="left"/>
      <w:pPr>
        <w:ind w:left="360" w:hanging="360"/>
      </w:pPr>
      <w:rPr>
        <w:rFonts w:ascii="Iconic Stroke" w:hAnsi="Iconic Stroke" w:hint="default"/>
        <w:color w:val="00AB99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153B5D"/>
    <w:multiLevelType w:val="hybridMultilevel"/>
    <w:tmpl w:val="A15E215A"/>
    <w:lvl w:ilvl="0" w:tplc="EBE44340">
      <w:start w:val="1"/>
      <w:numFmt w:val="bullet"/>
      <w:pStyle w:val="Felsorols1"/>
      <w:lvlText w:val=""/>
      <w:lvlJc w:val="left"/>
      <w:pPr>
        <w:ind w:left="360" w:hanging="360"/>
      </w:pPr>
      <w:rPr>
        <w:rFonts w:ascii="Symbol" w:hAnsi="Symbol" w:hint="default"/>
        <w:color w:val="1EAF8E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B90604"/>
    <w:multiLevelType w:val="hybridMultilevel"/>
    <w:tmpl w:val="2AA66B9C"/>
    <w:lvl w:ilvl="0" w:tplc="B7E0B5E0">
      <w:start w:val="1"/>
      <w:numFmt w:val="bullet"/>
      <w:lvlText w:val=""/>
      <w:lvlJc w:val="left"/>
      <w:pPr>
        <w:ind w:left="340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0143E"/>
    <w:multiLevelType w:val="hybridMultilevel"/>
    <w:tmpl w:val="A24CB02C"/>
    <w:lvl w:ilvl="0" w:tplc="D2E0836A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9C7424"/>
    <w:multiLevelType w:val="hybridMultilevel"/>
    <w:tmpl w:val="20A6FC5A"/>
    <w:lvl w:ilvl="0" w:tplc="9B465338">
      <w:start w:val="1"/>
      <w:numFmt w:val="bullet"/>
      <w:lvlText w:val=""/>
      <w:lvlPicBulletId w:val="0"/>
      <w:lvlJc w:val="left"/>
      <w:pPr>
        <w:ind w:left="340" w:hanging="283"/>
      </w:pPr>
      <w:rPr>
        <w:rFonts w:ascii="Symbol" w:hAnsi="Symbol" w:hint="default"/>
        <w:color w:val="auto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F92F78"/>
    <w:multiLevelType w:val="hybridMultilevel"/>
    <w:tmpl w:val="1480FA76"/>
    <w:lvl w:ilvl="0" w:tplc="736A3796">
      <w:start w:val="1"/>
      <w:numFmt w:val="bullet"/>
      <w:lvlText w:val="Y"/>
      <w:lvlJc w:val="left"/>
      <w:pPr>
        <w:ind w:left="360" w:hanging="360"/>
      </w:pPr>
      <w:rPr>
        <w:rFonts w:ascii="Iconic Stroke" w:hAnsi="Iconic Stroke" w:hint="default"/>
        <w:color w:val="FFCA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D64F4A"/>
    <w:multiLevelType w:val="hybridMultilevel"/>
    <w:tmpl w:val="AC56030C"/>
    <w:lvl w:ilvl="0" w:tplc="9FD8B2AA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4831B3"/>
    <w:multiLevelType w:val="hybridMultilevel"/>
    <w:tmpl w:val="59AEE7C2"/>
    <w:lvl w:ilvl="0" w:tplc="A68019C4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  <w:color w:val="FFC9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2477FF"/>
    <w:multiLevelType w:val="hybridMultilevel"/>
    <w:tmpl w:val="C420BBDC"/>
    <w:lvl w:ilvl="0" w:tplc="2C2888EE">
      <w:start w:val="1"/>
      <w:numFmt w:val="bullet"/>
      <w:lvlText w:val=""/>
      <w:lvlPicBulletId w:val="2"/>
      <w:lvlJc w:val="left"/>
      <w:pPr>
        <w:ind w:left="360" w:hanging="360"/>
      </w:pPr>
      <w:rPr>
        <w:rFonts w:ascii="Symbol" w:hAnsi="Symbol" w:hint="default"/>
        <w:color w:val="auto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E50C99"/>
    <w:multiLevelType w:val="hybridMultilevel"/>
    <w:tmpl w:val="EC8C5D24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D14828"/>
    <w:multiLevelType w:val="hybridMultilevel"/>
    <w:tmpl w:val="E8629D46"/>
    <w:lvl w:ilvl="0" w:tplc="04090001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"/>
  </w:num>
  <w:num w:numId="3">
    <w:abstractNumId w:val="11"/>
  </w:num>
  <w:num w:numId="4">
    <w:abstractNumId w:val="7"/>
  </w:num>
  <w:num w:numId="5">
    <w:abstractNumId w:val="24"/>
  </w:num>
  <w:num w:numId="6">
    <w:abstractNumId w:val="16"/>
  </w:num>
  <w:num w:numId="7">
    <w:abstractNumId w:val="1"/>
  </w:num>
  <w:num w:numId="8">
    <w:abstractNumId w:val="21"/>
  </w:num>
  <w:num w:numId="9">
    <w:abstractNumId w:val="2"/>
  </w:num>
  <w:num w:numId="10">
    <w:abstractNumId w:val="18"/>
  </w:num>
  <w:num w:numId="11">
    <w:abstractNumId w:val="10"/>
  </w:num>
  <w:num w:numId="12">
    <w:abstractNumId w:val="20"/>
  </w:num>
  <w:num w:numId="13">
    <w:abstractNumId w:val="9"/>
  </w:num>
  <w:num w:numId="14">
    <w:abstractNumId w:val="17"/>
  </w:num>
  <w:num w:numId="15">
    <w:abstractNumId w:val="8"/>
  </w:num>
  <w:num w:numId="16">
    <w:abstractNumId w:val="4"/>
  </w:num>
  <w:num w:numId="17">
    <w:abstractNumId w:val="5"/>
  </w:num>
  <w:num w:numId="18">
    <w:abstractNumId w:val="5"/>
    <w:lvlOverride w:ilvl="0">
      <w:startOverride w:val="1"/>
    </w:lvlOverride>
  </w:num>
  <w:num w:numId="19">
    <w:abstractNumId w:val="6"/>
  </w:num>
  <w:num w:numId="20">
    <w:abstractNumId w:val="22"/>
  </w:num>
  <w:num w:numId="21">
    <w:abstractNumId w:val="19"/>
  </w:num>
  <w:num w:numId="22">
    <w:abstractNumId w:val="12"/>
  </w:num>
  <w:num w:numId="23">
    <w:abstractNumId w:val="13"/>
  </w:num>
  <w:num w:numId="24">
    <w:abstractNumId w:val="14"/>
  </w:num>
  <w:num w:numId="25">
    <w:abstractNumId w:val="0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attachedTemplate r:id="rId1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E10"/>
    <w:rsid w:val="0000091D"/>
    <w:rsid w:val="00024502"/>
    <w:rsid w:val="000253A1"/>
    <w:rsid w:val="00046071"/>
    <w:rsid w:val="00050DE4"/>
    <w:rsid w:val="00051835"/>
    <w:rsid w:val="00074C62"/>
    <w:rsid w:val="000752E0"/>
    <w:rsid w:val="000760E2"/>
    <w:rsid w:val="00080BD3"/>
    <w:rsid w:val="00082262"/>
    <w:rsid w:val="000921D4"/>
    <w:rsid w:val="00095971"/>
    <w:rsid w:val="000959B0"/>
    <w:rsid w:val="000D6D8A"/>
    <w:rsid w:val="000F0893"/>
    <w:rsid w:val="00120E26"/>
    <w:rsid w:val="00122C3A"/>
    <w:rsid w:val="001254B5"/>
    <w:rsid w:val="00131908"/>
    <w:rsid w:val="0014241F"/>
    <w:rsid w:val="0015782A"/>
    <w:rsid w:val="001675FB"/>
    <w:rsid w:val="00170060"/>
    <w:rsid w:val="0017084B"/>
    <w:rsid w:val="001751AF"/>
    <w:rsid w:val="00177817"/>
    <w:rsid w:val="00180612"/>
    <w:rsid w:val="00181C04"/>
    <w:rsid w:val="001A2817"/>
    <w:rsid w:val="001B041C"/>
    <w:rsid w:val="001B59F5"/>
    <w:rsid w:val="001B5ECC"/>
    <w:rsid w:val="001B6325"/>
    <w:rsid w:val="001B7F65"/>
    <w:rsid w:val="001C23E6"/>
    <w:rsid w:val="001C2D18"/>
    <w:rsid w:val="001D1A66"/>
    <w:rsid w:val="001D3527"/>
    <w:rsid w:val="001D5FE6"/>
    <w:rsid w:val="001D6D4B"/>
    <w:rsid w:val="001E094E"/>
    <w:rsid w:val="001E2F89"/>
    <w:rsid w:val="002072A1"/>
    <w:rsid w:val="002102FC"/>
    <w:rsid w:val="00215BC1"/>
    <w:rsid w:val="00215E8A"/>
    <w:rsid w:val="00254F32"/>
    <w:rsid w:val="00257029"/>
    <w:rsid w:val="00261BC1"/>
    <w:rsid w:val="002A1518"/>
    <w:rsid w:val="002A4462"/>
    <w:rsid w:val="002D394E"/>
    <w:rsid w:val="002E136B"/>
    <w:rsid w:val="00306426"/>
    <w:rsid w:val="00310F5D"/>
    <w:rsid w:val="0031128D"/>
    <w:rsid w:val="003124C1"/>
    <w:rsid w:val="003274A9"/>
    <w:rsid w:val="003313EC"/>
    <w:rsid w:val="00333CEC"/>
    <w:rsid w:val="003348D9"/>
    <w:rsid w:val="00335A72"/>
    <w:rsid w:val="00340F83"/>
    <w:rsid w:val="003433E0"/>
    <w:rsid w:val="00350037"/>
    <w:rsid w:val="00376EAD"/>
    <w:rsid w:val="003779F2"/>
    <w:rsid w:val="00390E10"/>
    <w:rsid w:val="00390E3E"/>
    <w:rsid w:val="003B53E1"/>
    <w:rsid w:val="003C068A"/>
    <w:rsid w:val="003C0B8F"/>
    <w:rsid w:val="003D591D"/>
    <w:rsid w:val="003E2E77"/>
    <w:rsid w:val="003E42B8"/>
    <w:rsid w:val="003F3444"/>
    <w:rsid w:val="003F59CC"/>
    <w:rsid w:val="00403180"/>
    <w:rsid w:val="00405FB1"/>
    <w:rsid w:val="004104F8"/>
    <w:rsid w:val="00425F23"/>
    <w:rsid w:val="00430454"/>
    <w:rsid w:val="0043658D"/>
    <w:rsid w:val="0044427C"/>
    <w:rsid w:val="004516A3"/>
    <w:rsid w:val="004535AF"/>
    <w:rsid w:val="00456E1B"/>
    <w:rsid w:val="0046176F"/>
    <w:rsid w:val="00465D98"/>
    <w:rsid w:val="004A7D8D"/>
    <w:rsid w:val="004B394C"/>
    <w:rsid w:val="004C3A79"/>
    <w:rsid w:val="004D7D58"/>
    <w:rsid w:val="004E4EAF"/>
    <w:rsid w:val="004F556A"/>
    <w:rsid w:val="0051412C"/>
    <w:rsid w:val="00537E9F"/>
    <w:rsid w:val="005555DC"/>
    <w:rsid w:val="005846BA"/>
    <w:rsid w:val="00587107"/>
    <w:rsid w:val="005918D4"/>
    <w:rsid w:val="005A1430"/>
    <w:rsid w:val="005A163F"/>
    <w:rsid w:val="005B6C32"/>
    <w:rsid w:val="005C5FD4"/>
    <w:rsid w:val="005D01EB"/>
    <w:rsid w:val="005E29C5"/>
    <w:rsid w:val="005E5C63"/>
    <w:rsid w:val="00606507"/>
    <w:rsid w:val="00610E16"/>
    <w:rsid w:val="006112DC"/>
    <w:rsid w:val="006206FC"/>
    <w:rsid w:val="0063396B"/>
    <w:rsid w:val="0063766B"/>
    <w:rsid w:val="00642DC8"/>
    <w:rsid w:val="00654522"/>
    <w:rsid w:val="00657033"/>
    <w:rsid w:val="006668E5"/>
    <w:rsid w:val="006A3B62"/>
    <w:rsid w:val="006A7525"/>
    <w:rsid w:val="006B037E"/>
    <w:rsid w:val="006B2834"/>
    <w:rsid w:val="006C01B8"/>
    <w:rsid w:val="006D1485"/>
    <w:rsid w:val="006D4C81"/>
    <w:rsid w:val="006F3B11"/>
    <w:rsid w:val="006F4A7D"/>
    <w:rsid w:val="006F7AC3"/>
    <w:rsid w:val="00724500"/>
    <w:rsid w:val="0072519B"/>
    <w:rsid w:val="00741945"/>
    <w:rsid w:val="00752759"/>
    <w:rsid w:val="00763F0F"/>
    <w:rsid w:val="00771628"/>
    <w:rsid w:val="00785D53"/>
    <w:rsid w:val="00786611"/>
    <w:rsid w:val="007A160D"/>
    <w:rsid w:val="007A17FD"/>
    <w:rsid w:val="007A73C4"/>
    <w:rsid w:val="007B2759"/>
    <w:rsid w:val="007C2EFF"/>
    <w:rsid w:val="007C32A0"/>
    <w:rsid w:val="007D1B12"/>
    <w:rsid w:val="007D566D"/>
    <w:rsid w:val="007E3F89"/>
    <w:rsid w:val="007E4218"/>
    <w:rsid w:val="007F57BE"/>
    <w:rsid w:val="007F6D64"/>
    <w:rsid w:val="008023A1"/>
    <w:rsid w:val="00820476"/>
    <w:rsid w:val="00823426"/>
    <w:rsid w:val="00824F70"/>
    <w:rsid w:val="00826C30"/>
    <w:rsid w:val="008347ED"/>
    <w:rsid w:val="00835D7B"/>
    <w:rsid w:val="00840169"/>
    <w:rsid w:val="008518A7"/>
    <w:rsid w:val="00856F05"/>
    <w:rsid w:val="008646FF"/>
    <w:rsid w:val="00872FEC"/>
    <w:rsid w:val="0087768E"/>
    <w:rsid w:val="008826A5"/>
    <w:rsid w:val="0088342C"/>
    <w:rsid w:val="00890AE5"/>
    <w:rsid w:val="008916B0"/>
    <w:rsid w:val="008B15F2"/>
    <w:rsid w:val="008B5614"/>
    <w:rsid w:val="008C200E"/>
    <w:rsid w:val="008E2295"/>
    <w:rsid w:val="008E26DE"/>
    <w:rsid w:val="008E66E6"/>
    <w:rsid w:val="008E67B6"/>
    <w:rsid w:val="009047CC"/>
    <w:rsid w:val="00927D99"/>
    <w:rsid w:val="00937847"/>
    <w:rsid w:val="009506A7"/>
    <w:rsid w:val="009538BA"/>
    <w:rsid w:val="00960117"/>
    <w:rsid w:val="0096434D"/>
    <w:rsid w:val="00971B4F"/>
    <w:rsid w:val="00973EC2"/>
    <w:rsid w:val="009742BC"/>
    <w:rsid w:val="0097520B"/>
    <w:rsid w:val="00977CDD"/>
    <w:rsid w:val="00984001"/>
    <w:rsid w:val="009A543F"/>
    <w:rsid w:val="009F7532"/>
    <w:rsid w:val="00A05007"/>
    <w:rsid w:val="00A2419C"/>
    <w:rsid w:val="00A44656"/>
    <w:rsid w:val="00A60B4D"/>
    <w:rsid w:val="00A725F2"/>
    <w:rsid w:val="00AB3512"/>
    <w:rsid w:val="00AB519A"/>
    <w:rsid w:val="00AB7AEB"/>
    <w:rsid w:val="00AC6EAB"/>
    <w:rsid w:val="00AE24E4"/>
    <w:rsid w:val="00AE7AF9"/>
    <w:rsid w:val="00B246C4"/>
    <w:rsid w:val="00B27EBA"/>
    <w:rsid w:val="00B376EC"/>
    <w:rsid w:val="00B379D5"/>
    <w:rsid w:val="00B4758C"/>
    <w:rsid w:val="00B503EB"/>
    <w:rsid w:val="00B83AED"/>
    <w:rsid w:val="00B84A34"/>
    <w:rsid w:val="00B878FD"/>
    <w:rsid w:val="00B93E47"/>
    <w:rsid w:val="00B95204"/>
    <w:rsid w:val="00BA75FA"/>
    <w:rsid w:val="00BC18E3"/>
    <w:rsid w:val="00BC3E55"/>
    <w:rsid w:val="00BC3F79"/>
    <w:rsid w:val="00BC4FFC"/>
    <w:rsid w:val="00BE49A4"/>
    <w:rsid w:val="00BF5FAB"/>
    <w:rsid w:val="00C00EB7"/>
    <w:rsid w:val="00C1571B"/>
    <w:rsid w:val="00C30C95"/>
    <w:rsid w:val="00C31524"/>
    <w:rsid w:val="00C53A7C"/>
    <w:rsid w:val="00C54E28"/>
    <w:rsid w:val="00C907DF"/>
    <w:rsid w:val="00C90A72"/>
    <w:rsid w:val="00C94EB4"/>
    <w:rsid w:val="00C9586D"/>
    <w:rsid w:val="00CB3B09"/>
    <w:rsid w:val="00CD4152"/>
    <w:rsid w:val="00CD67C0"/>
    <w:rsid w:val="00CE25A4"/>
    <w:rsid w:val="00CF3DAC"/>
    <w:rsid w:val="00CF4BDD"/>
    <w:rsid w:val="00D019BE"/>
    <w:rsid w:val="00D020DA"/>
    <w:rsid w:val="00D03B9C"/>
    <w:rsid w:val="00D047BC"/>
    <w:rsid w:val="00D0588C"/>
    <w:rsid w:val="00D201D1"/>
    <w:rsid w:val="00D2708E"/>
    <w:rsid w:val="00D27447"/>
    <w:rsid w:val="00D35006"/>
    <w:rsid w:val="00D47E57"/>
    <w:rsid w:val="00D54CA7"/>
    <w:rsid w:val="00D62DFF"/>
    <w:rsid w:val="00D7485F"/>
    <w:rsid w:val="00D90875"/>
    <w:rsid w:val="00D95E64"/>
    <w:rsid w:val="00DB5C68"/>
    <w:rsid w:val="00DC2D83"/>
    <w:rsid w:val="00DC59C8"/>
    <w:rsid w:val="00DC7C90"/>
    <w:rsid w:val="00DD6028"/>
    <w:rsid w:val="00DE326A"/>
    <w:rsid w:val="00DF4030"/>
    <w:rsid w:val="00DF7E9F"/>
    <w:rsid w:val="00E0476F"/>
    <w:rsid w:val="00E05A8D"/>
    <w:rsid w:val="00E06B2D"/>
    <w:rsid w:val="00E12C79"/>
    <w:rsid w:val="00E13C03"/>
    <w:rsid w:val="00E21B04"/>
    <w:rsid w:val="00E32C43"/>
    <w:rsid w:val="00E42E44"/>
    <w:rsid w:val="00E4415D"/>
    <w:rsid w:val="00E55FCD"/>
    <w:rsid w:val="00E567BB"/>
    <w:rsid w:val="00E64506"/>
    <w:rsid w:val="00E645F5"/>
    <w:rsid w:val="00E76F08"/>
    <w:rsid w:val="00E841F7"/>
    <w:rsid w:val="00E86D1C"/>
    <w:rsid w:val="00EA259A"/>
    <w:rsid w:val="00EB11A8"/>
    <w:rsid w:val="00EB62B5"/>
    <w:rsid w:val="00EC21E2"/>
    <w:rsid w:val="00EC5732"/>
    <w:rsid w:val="00EC6313"/>
    <w:rsid w:val="00EF2B75"/>
    <w:rsid w:val="00F16702"/>
    <w:rsid w:val="00F208C6"/>
    <w:rsid w:val="00F30CAF"/>
    <w:rsid w:val="00F33207"/>
    <w:rsid w:val="00F35396"/>
    <w:rsid w:val="00F41205"/>
    <w:rsid w:val="00F47A9D"/>
    <w:rsid w:val="00F549C8"/>
    <w:rsid w:val="00F83A20"/>
    <w:rsid w:val="00F83B6A"/>
    <w:rsid w:val="00F840F9"/>
    <w:rsid w:val="00F86620"/>
    <w:rsid w:val="00FC0316"/>
    <w:rsid w:val="00FC1802"/>
    <w:rsid w:val="00FD358B"/>
    <w:rsid w:val="00FF5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49D7B70"/>
  <w15:chartTrackingRefBased/>
  <w15:docId w15:val="{BEEDFD5A-19FB-1447-A1EB-84751A8E3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019BE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-Pozci">
    <w:name w:val="Cím - Pozíció"/>
    <w:qFormat/>
    <w:rsid w:val="003E42B8"/>
    <w:pPr>
      <w:jc w:val="both"/>
    </w:pPr>
    <w:rPr>
      <w:rFonts w:ascii="Arial" w:eastAsia="Calibri" w:hAnsi="Arial" w:cs="Arial"/>
      <w:b/>
      <w:bCs/>
      <w:caps/>
      <w:color w:val="515151"/>
      <w:spacing w:val="20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40169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unhideWhenUsed/>
    <w:rsid w:val="00840169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4016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0169"/>
    <w:rPr>
      <w:rFonts w:ascii="Calibri" w:eastAsia="Calibri" w:hAnsi="Calibri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4016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0169"/>
    <w:rPr>
      <w:rFonts w:ascii="Calibri" w:eastAsia="Calibri" w:hAnsi="Calibri" w:cs="Times New Roman"/>
      <w:sz w:val="22"/>
      <w:szCs w:val="22"/>
    </w:rPr>
  </w:style>
  <w:style w:type="paragraph" w:customStyle="1" w:styleId="Alcm-Nv">
    <w:name w:val="Alcím - Név"/>
    <w:basedOn w:val="Normal"/>
    <w:next w:val="Subtitle"/>
    <w:qFormat/>
    <w:rsid w:val="003E42B8"/>
    <w:pPr>
      <w:spacing w:after="0" w:line="240" w:lineRule="auto"/>
    </w:pPr>
    <w:rPr>
      <w:rFonts w:ascii="Arial" w:hAnsi="Arial" w:cs="Arial"/>
      <w:caps/>
      <w:color w:val="515151"/>
      <w:spacing w:val="10"/>
      <w:sz w:val="72"/>
      <w:szCs w:val="72"/>
    </w:rPr>
  </w:style>
  <w:style w:type="paragraph" w:customStyle="1" w:styleId="H1">
    <w:name w:val="H1"/>
    <w:basedOn w:val="Cm-Pozci"/>
    <w:qFormat/>
    <w:rsid w:val="005918D4"/>
    <w:pPr>
      <w:pBdr>
        <w:bottom w:val="single" w:sz="12" w:space="1" w:color="1EAF8E"/>
      </w:pBdr>
      <w:spacing w:after="120"/>
      <w:ind w:firstLine="142"/>
      <w:jc w:val="left"/>
    </w:pPr>
    <w:rPr>
      <w:bCs w:val="0"/>
      <w:sz w:val="30"/>
      <w:szCs w:val="30"/>
    </w:rPr>
  </w:style>
  <w:style w:type="paragraph" w:styleId="Subtitle">
    <w:name w:val="Subtitle"/>
    <w:basedOn w:val="Normal"/>
    <w:next w:val="Normal"/>
    <w:link w:val="SubtitleChar"/>
    <w:uiPriority w:val="11"/>
    <w:qFormat/>
    <w:rsid w:val="0063766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3766B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835D7B"/>
    <w:rPr>
      <w:color w:val="954F72" w:themeColor="followedHyperlink"/>
      <w:u w:val="single"/>
    </w:rPr>
  </w:style>
  <w:style w:type="paragraph" w:customStyle="1" w:styleId="Folyszveg">
    <w:name w:val="Folyószöveg"/>
    <w:qFormat/>
    <w:rsid w:val="00F30CAF"/>
    <w:pPr>
      <w:spacing w:after="120" w:line="276" w:lineRule="auto"/>
    </w:pPr>
    <w:rPr>
      <w:rFonts w:ascii="Arial" w:eastAsia="Calibri" w:hAnsi="Arial" w:cs="Arial"/>
      <w:color w:val="515151"/>
      <w:sz w:val="18"/>
      <w:szCs w:val="18"/>
    </w:rPr>
  </w:style>
  <w:style w:type="paragraph" w:customStyle="1" w:styleId="Felsorols1">
    <w:name w:val="Felsorolás1"/>
    <w:basedOn w:val="Folyszveg"/>
    <w:qFormat/>
    <w:rsid w:val="003274A9"/>
    <w:pPr>
      <w:numPr>
        <w:numId w:val="26"/>
      </w:numPr>
      <w:spacing w:after="0"/>
    </w:pPr>
  </w:style>
  <w:style w:type="paragraph" w:customStyle="1" w:styleId="H2">
    <w:name w:val="H2"/>
    <w:basedOn w:val="Cm-Pozci"/>
    <w:qFormat/>
    <w:rsid w:val="00642DC8"/>
    <w:pPr>
      <w:tabs>
        <w:tab w:val="right" w:pos="7088"/>
      </w:tabs>
      <w:spacing w:after="120"/>
      <w:jc w:val="left"/>
    </w:pPr>
    <w:rPr>
      <w:caps w:val="0"/>
      <w:color w:val="000000" w:themeColor="text1"/>
      <w:spacing w:val="10"/>
      <w14:textFill>
        <w14:solidFill>
          <w14:schemeClr w14:val="tx1">
            <w14:lumMod w14:val="75000"/>
            <w14:lumOff w14:val="25000"/>
            <w14:lumMod w14:val="95000"/>
            <w14:lumOff w14:val="5000"/>
          </w14:schemeClr>
        </w14:solidFill>
      </w14:textFill>
    </w:rPr>
  </w:style>
  <w:style w:type="paragraph" w:customStyle="1" w:styleId="H3">
    <w:name w:val="H3"/>
    <w:basedOn w:val="Cm-Pozci"/>
    <w:qFormat/>
    <w:rsid w:val="00642DC8"/>
    <w:pPr>
      <w:tabs>
        <w:tab w:val="right" w:pos="7088"/>
      </w:tabs>
      <w:spacing w:after="60"/>
      <w:jc w:val="left"/>
    </w:pPr>
    <w:rPr>
      <w:i/>
      <w:iCs/>
      <w:caps w:val="0"/>
      <w:color w:val="7F7F7F" w:themeColor="text1" w:themeTint="80"/>
      <w:spacing w:val="10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0E10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E10"/>
    <w:rPr>
      <w:rFonts w:ascii="Times New Roman" w:eastAsia="Calibri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C90A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3C03"/>
    <w:pPr>
      <w:ind w:left="720"/>
      <w:contextualSpacing/>
    </w:pPr>
  </w:style>
  <w:style w:type="paragraph" w:customStyle="1" w:styleId="H1-Oldalsv">
    <w:name w:val="H1 - Oldalsáv"/>
    <w:qFormat/>
    <w:rsid w:val="00E32C43"/>
    <w:pPr>
      <w:jc w:val="center"/>
    </w:pPr>
    <w:rPr>
      <w:rFonts w:ascii="Roboto" w:eastAsia="Calibri" w:hAnsi="Roboto" w:cs="Times New Roman"/>
      <w:caps/>
      <w:noProof/>
      <w:color w:val="283F57"/>
      <w:spacing w:val="10"/>
    </w:rPr>
  </w:style>
  <w:style w:type="paragraph" w:customStyle="1" w:styleId="Idzet1">
    <w:name w:val="Idézet1"/>
    <w:qFormat/>
    <w:rsid w:val="003E42B8"/>
    <w:pPr>
      <w:spacing w:after="240"/>
    </w:pPr>
    <w:rPr>
      <w:rFonts w:ascii="Arial" w:eastAsia="Calibri" w:hAnsi="Arial" w:cs="Arial"/>
      <w:i/>
      <w:iCs/>
      <w:color w:val="595959" w:themeColor="text1" w:themeTint="A6"/>
      <w:sz w:val="16"/>
      <w:szCs w:val="16"/>
    </w:rPr>
  </w:style>
  <w:style w:type="paragraph" w:customStyle="1" w:styleId="Idzet-Szerz">
    <w:name w:val="Idézet - Szerző"/>
    <w:basedOn w:val="Folyszveg"/>
    <w:qFormat/>
    <w:rsid w:val="00261BC1"/>
    <w:pPr>
      <w:spacing w:after="0"/>
    </w:pPr>
    <w:rPr>
      <w:b/>
      <w:bCs/>
      <w:color w:val="1EAF8E"/>
    </w:rPr>
  </w:style>
  <w:style w:type="paragraph" w:styleId="NormalWeb">
    <w:name w:val="Normal (Web)"/>
    <w:basedOn w:val="Normal"/>
    <w:uiPriority w:val="99"/>
    <w:semiHidden/>
    <w:unhideWhenUsed/>
    <w:rsid w:val="008023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76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9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48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54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1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barpaff/Documents/work/Jobsolver/Print%20Design/Gerilla%20O&#776;ne&#769;letrajz%20Sablonok/Sablonok/1_Sablon/1_Sablon_1_hasab_fenykep_nelku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70782D0-43E3-2346-BA6E-227F4BB5B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1_Sablon_1_hasab_fenykep_nelkul.dotx</Template>
  <TotalTime>2</TotalTime>
  <Pages>2</Pages>
  <Words>375</Words>
  <Characters>2946</Characters>
  <Application>Microsoft Office Word</Application>
  <DocSecurity>0</DocSecurity>
  <Lines>70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András Baráth</cp:lastModifiedBy>
  <cp:revision>3</cp:revision>
  <cp:lastPrinted>2019-10-26T08:53:00Z</cp:lastPrinted>
  <dcterms:created xsi:type="dcterms:W3CDTF">2019-11-21T04:59:00Z</dcterms:created>
  <dcterms:modified xsi:type="dcterms:W3CDTF">2019-11-21T05:06:00Z</dcterms:modified>
</cp:coreProperties>
</file>